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78A0" w:rsidRDefault="00E378A0" w:rsidP="00E7442B">
      <w:pPr>
        <w:jc w:val="center"/>
        <w:rPr>
          <w:rFonts w:ascii="Times New Roman" w:hAnsi="Times New Roman"/>
          <w:b/>
          <w:sz w:val="32"/>
          <w:szCs w:val="32"/>
        </w:rPr>
      </w:pPr>
      <w:r>
        <w:rPr>
          <w:rFonts w:ascii="Times New Roman" w:hAnsi="Times New Roman"/>
          <w:b/>
          <w:sz w:val="32"/>
          <w:szCs w:val="32"/>
        </w:rPr>
        <w:t>MOBILE VIDEO SURVEY</w:t>
      </w:r>
    </w:p>
    <w:p w:rsidR="00E378A0" w:rsidRDefault="00E378A0" w:rsidP="00E7442B">
      <w:pPr>
        <w:jc w:val="center"/>
        <w:rPr>
          <w:rFonts w:ascii="Times New Roman" w:hAnsi="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68"/>
        <w:gridCol w:w="1440"/>
        <w:gridCol w:w="1440"/>
        <w:gridCol w:w="1800"/>
        <w:gridCol w:w="1800"/>
        <w:gridCol w:w="2970"/>
        <w:gridCol w:w="3258"/>
      </w:tblGrid>
      <w:tr w:rsidR="00E378A0" w:rsidRPr="00D17168" w:rsidTr="00D17168">
        <w:tc>
          <w:tcPr>
            <w:tcW w:w="468" w:type="dxa"/>
            <w:shd w:val="clear" w:color="auto" w:fill="8DB3E2"/>
          </w:tcPr>
          <w:p w:rsidR="00E378A0" w:rsidRPr="00D17168" w:rsidRDefault="00E378A0" w:rsidP="00D17168">
            <w:pPr>
              <w:spacing w:after="0" w:line="240" w:lineRule="auto"/>
              <w:rPr>
                <w:rFonts w:ascii="Times New Roman" w:hAnsi="Times New Roman"/>
                <w:sz w:val="18"/>
                <w:szCs w:val="18"/>
              </w:rPr>
            </w:pPr>
          </w:p>
        </w:tc>
        <w:tc>
          <w:tcPr>
            <w:tcW w:w="1440"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DPS or Personally Owned</w:t>
            </w:r>
          </w:p>
        </w:tc>
        <w:tc>
          <w:tcPr>
            <w:tcW w:w="1440"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Manufacturer, Model</w:t>
            </w:r>
          </w:p>
        </w:tc>
        <w:tc>
          <w:tcPr>
            <w:tcW w:w="1800"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Recording Format</w:t>
            </w:r>
          </w:p>
        </w:tc>
        <w:tc>
          <w:tcPr>
            <w:tcW w:w="1800"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Data Stored</w:t>
            </w:r>
          </w:p>
        </w:tc>
        <w:tc>
          <w:tcPr>
            <w:tcW w:w="2970"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Benefits</w:t>
            </w:r>
          </w:p>
        </w:tc>
        <w:tc>
          <w:tcPr>
            <w:tcW w:w="3258" w:type="dxa"/>
            <w:shd w:val="clear" w:color="auto" w:fill="8DB3E2"/>
          </w:tcPr>
          <w:p w:rsidR="00E378A0" w:rsidRPr="00D17168" w:rsidRDefault="00E378A0" w:rsidP="00D17168">
            <w:pPr>
              <w:spacing w:after="0" w:line="240" w:lineRule="auto"/>
              <w:jc w:val="center"/>
              <w:rPr>
                <w:rFonts w:ascii="Times New Roman" w:hAnsi="Times New Roman"/>
                <w:b/>
                <w:sz w:val="18"/>
                <w:szCs w:val="18"/>
              </w:rPr>
            </w:pPr>
            <w:r w:rsidRPr="00D17168">
              <w:rPr>
                <w:rFonts w:ascii="Times New Roman" w:hAnsi="Times New Roman"/>
                <w:b/>
                <w:sz w:val="18"/>
                <w:szCs w:val="18"/>
              </w:rPr>
              <w:t>Disadvantages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(body worn), single camera</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Taser, Axon-Flex</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M4V</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Online server and digital media</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4"/>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Detail activities and statements made by violators, excellent evidence and details evidence.</w:t>
            </w:r>
          </w:p>
          <w:p w:rsidR="00E378A0" w:rsidRPr="00D17168" w:rsidRDefault="00E378A0" w:rsidP="00D17168">
            <w:pPr>
              <w:autoSpaceDE w:val="0"/>
              <w:autoSpaceDN w:val="0"/>
              <w:adjustRightInd w:val="0"/>
              <w:spacing w:after="0" w:line="240" w:lineRule="auto"/>
              <w:rPr>
                <w:rFonts w:ascii="Times New Roman" w:hAnsi="Times New Roman"/>
                <w:sz w:val="4"/>
                <w:szCs w:val="4"/>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4"/>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Getting used to w earing a body cam took time. I have to manually activate.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xml:space="preserve">, </w:t>
            </w:r>
            <w:r w:rsidRPr="00D17168">
              <w:rPr>
                <w:rFonts w:ascii="Times New Roman" w:hAnsi="Times New Roman"/>
                <w:sz w:val="14"/>
                <w:szCs w:val="16"/>
              </w:rPr>
              <w:t>DVR</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 record all traffic stops and interactions w/the public.  The recording is activated when emergency lights are turned on or if I activate my on-person microphone.</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8</w:t>
            </w:r>
            <w:r w:rsidRPr="00D17168">
              <w:rPr>
                <w:rFonts w:ascii="Times New Roman" w:hAnsi="Times New Roman"/>
                <w:sz w:val="14"/>
                <w:szCs w:val="16"/>
              </w:rPr>
              <w:t>GB</w:t>
            </w:r>
            <w:r w:rsidRPr="00D17168">
              <w:rPr>
                <w:rFonts w:ascii="Times New Roman" w:hAnsi="Times New Roman"/>
                <w:sz w:val="16"/>
                <w:szCs w:val="16"/>
              </w:rPr>
              <w:t xml:space="preserve"> Flash Card which gets downloaded into the </w:t>
            </w:r>
            <w:r w:rsidRPr="00D17168">
              <w:rPr>
                <w:rFonts w:ascii="Times New Roman" w:hAnsi="Times New Roman"/>
                <w:sz w:val="14"/>
                <w:szCs w:val="16"/>
              </w:rPr>
              <w:t>L3</w:t>
            </w:r>
            <w:r w:rsidRPr="00D17168">
              <w:rPr>
                <w:rFonts w:ascii="Times New Roman" w:hAnsi="Times New Roman"/>
                <w:sz w:val="16"/>
                <w:szCs w:val="16"/>
              </w:rPr>
              <w:t>'s main computer in theSeligman office.</w:t>
            </w:r>
          </w:p>
        </w:tc>
        <w:tc>
          <w:tcPr>
            <w:tcW w:w="297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It records all interactions with the public which allows better protection for the officers against false accusations and it records evidence which can be used to successfully close cases as it provides video evidence.</w:t>
            </w:r>
          </w:p>
          <w:p w:rsidR="00E378A0" w:rsidRPr="00D17168" w:rsidRDefault="00E378A0" w:rsidP="00D17168">
            <w:pPr>
              <w:spacing w:after="0" w:line="240" w:lineRule="auto"/>
              <w:rPr>
                <w:rFonts w:ascii="Times New Roman" w:hAnsi="Times New Roman"/>
                <w:sz w:val="4"/>
                <w:szCs w:val="4"/>
              </w:rPr>
            </w:pPr>
          </w:p>
        </w:tc>
        <w:tc>
          <w:tcPr>
            <w:tcW w:w="3258"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 see no disadvantages but I only see it as another tool in law enforcement.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single camera</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 xml:space="preserve">Veho Muvi, Micro </w:t>
            </w:r>
            <w:r w:rsidRPr="00D17168">
              <w:rPr>
                <w:rFonts w:ascii="Times New Roman" w:hAnsi="Times New Roman"/>
                <w:sz w:val="14"/>
                <w:szCs w:val="16"/>
              </w:rPr>
              <w:t>DV</w:t>
            </w:r>
            <w:r w:rsidRPr="00D17168">
              <w:rPr>
                <w:rFonts w:ascii="Times New Roman" w:hAnsi="Times New Roman"/>
                <w:sz w:val="16"/>
                <w:szCs w:val="16"/>
              </w:rPr>
              <w:t xml:space="preserve"> 2.0 </w:t>
            </w:r>
            <w:r w:rsidRPr="00D17168">
              <w:rPr>
                <w:rFonts w:ascii="Times New Roman" w:hAnsi="Times New Roman"/>
                <w:sz w:val="14"/>
                <w:szCs w:val="16"/>
              </w:rPr>
              <w:t xml:space="preserve">MP </w:t>
            </w:r>
            <w:r w:rsidRPr="00D17168">
              <w:rPr>
                <w:rFonts w:ascii="Times New Roman" w:hAnsi="Times New Roman"/>
                <w:sz w:val="16"/>
                <w:szCs w:val="16"/>
              </w:rPr>
              <w:t>Camcorder</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MPG</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External hard drive</w:t>
            </w:r>
          </w:p>
        </w:tc>
        <w:tc>
          <w:tcPr>
            <w:tcW w:w="297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It sees and hears what you see and hear.</w:t>
            </w:r>
          </w:p>
        </w:tc>
        <w:tc>
          <w:tcPr>
            <w:tcW w:w="3258"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4"/>
                <w:szCs w:val="4"/>
              </w:rPr>
            </w:pPr>
            <w:r w:rsidRPr="00D17168">
              <w:rPr>
                <w:rFonts w:ascii="Times New Roman" w:hAnsi="Times New Roman"/>
                <w:sz w:val="16"/>
                <w:szCs w:val="16"/>
              </w:rPr>
              <w:t>Limited recording time, video and audio shifting for longer recordings.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w:t>
            </w: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single 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Olympus</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WAV</w:t>
            </w:r>
            <w:r w:rsidRPr="00D17168">
              <w:rPr>
                <w:rFonts w:ascii="Times New Roman" w:hAnsi="Times New Roman"/>
                <w:sz w:val="16"/>
                <w:szCs w:val="16"/>
              </w:rPr>
              <w:t xml:space="preserve"> file</w:t>
            </w:r>
          </w:p>
        </w:tc>
        <w:tc>
          <w:tcPr>
            <w:tcW w:w="180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Local hard drive</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4"/>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Good recording quality.</w:t>
            </w:r>
          </w:p>
          <w:p w:rsidR="00E378A0" w:rsidRPr="00D17168" w:rsidRDefault="00E378A0" w:rsidP="00D17168">
            <w:pPr>
              <w:autoSpaceDE w:val="0"/>
              <w:autoSpaceDN w:val="0"/>
              <w:adjustRightInd w:val="0"/>
              <w:spacing w:after="0" w:line="240" w:lineRule="auto"/>
              <w:rPr>
                <w:rFonts w:ascii="Times New Roman" w:hAnsi="Times New Roman"/>
                <w:sz w:val="4"/>
                <w:szCs w:val="4"/>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4"/>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Not video.</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4"/>
                <w:szCs w:val="16"/>
              </w:rPr>
              <w:t>DPS</w:t>
            </w:r>
            <w:r w:rsidRPr="00D17168">
              <w:rPr>
                <w:rFonts w:ascii="Times New Roman" w:hAnsi="Times New Roman"/>
                <w:sz w:val="16"/>
                <w:szCs w:val="16"/>
              </w:rPr>
              <w:t>, two-camera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xml:space="preserve">, </w:t>
            </w:r>
            <w:r w:rsidRPr="00D17168">
              <w:rPr>
                <w:rFonts w:ascii="Times New Roman" w:hAnsi="Times New Roman"/>
                <w:sz w:val="14"/>
                <w:szCs w:val="16"/>
              </w:rPr>
              <w:t>FB04</w:t>
            </w:r>
            <w:r w:rsidRPr="00D17168">
              <w:rPr>
                <w:rFonts w:ascii="Times New Roman" w:hAnsi="Times New Roman"/>
                <w:sz w:val="16"/>
                <w:szCs w:val="16"/>
              </w:rPr>
              <w:t>-m</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Media</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Electronically</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-Useful in court as evidence during civil/criminal cases</w:t>
            </w: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-Useful in documenting violator behavior during traffic stops</w:t>
            </w: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-Documents speeds of violators during pace/pursuit operations</w:t>
            </w: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-Documents driving behavior of subjects prior to performing traffic stops.</w:t>
            </w: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-Allows critique of officer performance, areas for improvement/documentation of proper procedures/tactics</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-Large bulky microphone</w:t>
            </w: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-Unreliable audio</w:t>
            </w: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-Secondary camera records in lower frame rate/fewer frames than primary resulting in choppy recorded quality</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Have to go to Camp Verde to download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 like the camera and have had good luck with it.</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I must travel 100 miles to download my sd cards. The cards don't last long so we had to buy others to keep up with my stops.</w:t>
            </w:r>
          </w:p>
          <w:p w:rsidR="00E378A0" w:rsidRPr="00D17168" w:rsidRDefault="00E378A0" w:rsidP="00D17168">
            <w:pPr>
              <w:autoSpaceDE w:val="0"/>
              <w:autoSpaceDN w:val="0"/>
              <w:adjustRightInd w:val="0"/>
              <w:spacing w:after="0" w:line="240" w:lineRule="auto"/>
              <w:rPr>
                <w:rFonts w:ascii="Times New Roman" w:hAnsi="Times New Roman"/>
                <w:sz w:val="4"/>
                <w:szCs w:val="4"/>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Server</w:t>
            </w:r>
          </w:p>
        </w:tc>
        <w:tc>
          <w:tcPr>
            <w:tcW w:w="297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Easy to use, clear video, no video tapes.</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Storage card and audio issues.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Media card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Good video quality.</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Older system that needs upgrading with multiple cameras.</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Personally, single 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Brickhouse Security, Treakview</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WMV</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SD</w:t>
            </w:r>
            <w:r w:rsidRPr="00D17168">
              <w:rPr>
                <w:rFonts w:ascii="Times New Roman" w:hAnsi="Times New Roman"/>
                <w:sz w:val="16"/>
                <w:szCs w:val="16"/>
              </w:rPr>
              <w:t xml:space="preserve"> cards transferred to </w:t>
            </w:r>
            <w:r w:rsidRPr="00D17168">
              <w:rPr>
                <w:rFonts w:ascii="Times New Roman" w:hAnsi="Times New Roman"/>
                <w:sz w:val="14"/>
                <w:szCs w:val="16"/>
              </w:rPr>
              <w:t>DVD</w:t>
            </w:r>
            <w:r w:rsidRPr="00D17168">
              <w:rPr>
                <w:rFonts w:ascii="Times New Roman" w:hAnsi="Times New Roman"/>
                <w:sz w:val="16"/>
                <w:szCs w:val="16"/>
              </w:rPr>
              <w:t>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Inexpensive, easy to operate.</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 xml:space="preserve">Since it is personally owned, it does not have an evidence management system. The dash mount system does not have a remote microphone to record audio away from the patrol car. Burning </w:t>
            </w:r>
            <w:r w:rsidRPr="00D17168">
              <w:rPr>
                <w:rFonts w:ascii="Times New Roman" w:hAnsi="Times New Roman"/>
                <w:sz w:val="14"/>
                <w:szCs w:val="18"/>
              </w:rPr>
              <w:t>DVD</w:t>
            </w:r>
            <w:r w:rsidRPr="00D17168">
              <w:rPr>
                <w:rFonts w:ascii="Times New Roman" w:hAnsi="Times New Roman"/>
                <w:sz w:val="16"/>
                <w:szCs w:val="18"/>
              </w:rPr>
              <w:t>s is time consuming.</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4"/>
                <w:szCs w:val="16"/>
              </w:rPr>
              <w:t>DPS</w:t>
            </w:r>
            <w:r w:rsidRPr="00D17168">
              <w:rPr>
                <w:rFonts w:ascii="Times New Roman" w:hAnsi="Times New Roman"/>
                <w:sz w:val="16"/>
                <w:szCs w:val="16"/>
              </w:rPr>
              <w:t>, single 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4"/>
              </w:rPr>
            </w:pPr>
          </w:p>
          <w:p w:rsidR="00E378A0" w:rsidRPr="00D17168" w:rsidRDefault="00E378A0" w:rsidP="00D17168">
            <w:pPr>
              <w:spacing w:after="0" w:line="240" w:lineRule="auto"/>
              <w:rPr>
                <w:rFonts w:ascii="Times New Roman" w:hAnsi="Times New Roman"/>
                <w:sz w:val="16"/>
                <w:szCs w:val="4"/>
              </w:rPr>
            </w:pPr>
            <w:r w:rsidRPr="00D17168">
              <w:rPr>
                <w:rFonts w:ascii="Times New Roman" w:hAnsi="Times New Roman"/>
                <w:sz w:val="14"/>
                <w:szCs w:val="4"/>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Downloaded on to digital database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Don’t have to worry about carrying </w:t>
            </w:r>
            <w:r w:rsidRPr="00D17168">
              <w:rPr>
                <w:rFonts w:ascii="Times New Roman" w:hAnsi="Times New Roman"/>
                <w:sz w:val="14"/>
                <w:szCs w:val="16"/>
              </w:rPr>
              <w:t>VHS</w:t>
            </w:r>
            <w:r w:rsidRPr="00D17168">
              <w:rPr>
                <w:rFonts w:ascii="Times New Roman" w:hAnsi="Times New Roman"/>
                <w:sz w:val="16"/>
                <w:szCs w:val="16"/>
              </w:rPr>
              <w:t xml:space="preserve"> cassettes.</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I don’t have enough media space on my card. I constantly have to come into to the 103 to download. Also, if I am running C-3 to a</w:t>
            </w: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debris call, for example, the camera will not turn off as long as my vehicle is in motion. This is why I am always using up media space.</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Digital, however the system is currently not operational.  Before being transferred to </w:t>
            </w:r>
            <w:r w:rsidRPr="00D17168">
              <w:rPr>
                <w:rFonts w:ascii="Times New Roman" w:hAnsi="Times New Roman"/>
                <w:sz w:val="14"/>
                <w:szCs w:val="16"/>
              </w:rPr>
              <w:t>D2</w:t>
            </w:r>
            <w:r w:rsidRPr="00D17168">
              <w:rPr>
                <w:rFonts w:ascii="Times New Roman" w:hAnsi="Times New Roman"/>
                <w:sz w:val="16"/>
                <w:szCs w:val="16"/>
              </w:rPr>
              <w:t xml:space="preserve">, I was in </w:t>
            </w:r>
            <w:r w:rsidRPr="00D17168">
              <w:rPr>
                <w:rFonts w:ascii="Times New Roman" w:hAnsi="Times New Roman"/>
                <w:sz w:val="14"/>
                <w:szCs w:val="16"/>
              </w:rPr>
              <w:t>D3</w:t>
            </w:r>
            <w:r w:rsidRPr="00D17168">
              <w:rPr>
                <w:rFonts w:ascii="Times New Roman" w:hAnsi="Times New Roman"/>
                <w:sz w:val="16"/>
                <w:szCs w:val="16"/>
              </w:rPr>
              <w:t>.  Also recorded digitally and worked.</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Memory card pending download to server.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8"/>
                <w:szCs w:val="18"/>
              </w:rPr>
            </w:pPr>
            <w:r w:rsidRPr="00D17168">
              <w:rPr>
                <w:rFonts w:ascii="Times New Roman" w:hAnsi="Times New Roman"/>
                <w:sz w:val="16"/>
                <w:szCs w:val="18"/>
              </w:rPr>
              <w:t xml:space="preserve">Being able to review arrests such as </w:t>
            </w:r>
            <w:r w:rsidRPr="00D17168">
              <w:rPr>
                <w:rFonts w:ascii="Times New Roman" w:hAnsi="Times New Roman"/>
                <w:sz w:val="14"/>
                <w:szCs w:val="18"/>
              </w:rPr>
              <w:t>DUI</w:t>
            </w:r>
            <w:r w:rsidRPr="00D17168">
              <w:rPr>
                <w:rFonts w:ascii="Times New Roman" w:hAnsi="Times New Roman"/>
                <w:sz w:val="16"/>
                <w:szCs w:val="18"/>
              </w:rPr>
              <w:t xml:space="preserve"> investigation or drug apprehension. It aids in combating false accusations against officers of misconduct or discourteous treatment.</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 xml:space="preserve">It doesn't work all the time. Since being transferred to </w:t>
            </w:r>
            <w:r w:rsidRPr="00D17168">
              <w:rPr>
                <w:rFonts w:ascii="Times New Roman" w:hAnsi="Times New Roman"/>
                <w:sz w:val="14"/>
                <w:szCs w:val="18"/>
              </w:rPr>
              <w:t>D2</w:t>
            </w:r>
            <w:r w:rsidRPr="00D17168">
              <w:rPr>
                <w:rFonts w:ascii="Times New Roman" w:hAnsi="Times New Roman"/>
                <w:sz w:val="16"/>
                <w:szCs w:val="18"/>
              </w:rPr>
              <w:t>, I have only been able to use my camera for a period of two or three days as</w:t>
            </w: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the card is full. I have requested and asked several times to get an account set up to download at the Williams Office, however, I have been told there is only one guy in the district who is authorized to create such accounts. I am still without an account therefore the system is not operational at this time.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Kustom Signals, </w:t>
            </w:r>
            <w:r w:rsidRPr="00D17168">
              <w:rPr>
                <w:rFonts w:ascii="Times New Roman" w:hAnsi="Times New Roman"/>
                <w:sz w:val="14"/>
                <w:szCs w:val="16"/>
              </w:rPr>
              <w:t>EV1400 130604</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xml:space="preserve">, Given to </w:t>
            </w:r>
            <w:r w:rsidRPr="00D17168">
              <w:rPr>
                <w:rFonts w:ascii="Times New Roman" w:hAnsi="Times New Roman"/>
                <w:sz w:val="14"/>
                <w:szCs w:val="16"/>
              </w:rPr>
              <w:t>MVP</w:t>
            </w:r>
            <w:r w:rsidRPr="00D17168">
              <w:rPr>
                <w:rFonts w:ascii="Times New Roman" w:hAnsi="Times New Roman"/>
                <w:sz w:val="16"/>
                <w:szCs w:val="16"/>
              </w:rPr>
              <w:t xml:space="preserve"> Coordinator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Disproves false allegations against officers.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 xml:space="preserve">Poor recording quality, </w:t>
            </w:r>
            <w:r w:rsidRPr="00D17168">
              <w:rPr>
                <w:rFonts w:ascii="Times New Roman" w:hAnsi="Times New Roman"/>
                <w:sz w:val="14"/>
                <w:szCs w:val="18"/>
              </w:rPr>
              <w:t>VHS</w:t>
            </w:r>
            <w:r w:rsidRPr="00D17168">
              <w:rPr>
                <w:rFonts w:ascii="Times New Roman" w:hAnsi="Times New Roman"/>
                <w:sz w:val="16"/>
                <w:szCs w:val="18"/>
              </w:rPr>
              <w:t xml:space="preserve"> tapes are easily damaged </w:t>
            </w:r>
            <w:r w:rsidRPr="00D17168">
              <w:rPr>
                <w:rFonts w:ascii="Times New Roman" w:hAnsi="Times New Roman"/>
                <w:sz w:val="14"/>
                <w:szCs w:val="18"/>
              </w:rPr>
              <w:t>VCR</w:t>
            </w:r>
            <w:r w:rsidRPr="00D17168">
              <w:rPr>
                <w:rFonts w:ascii="Times New Roman" w:hAnsi="Times New Roman"/>
                <w:sz w:val="16"/>
                <w:szCs w:val="18"/>
              </w:rPr>
              <w:t xml:space="preserve"> has too many moving parts, which will wear out quicker than digital hard drive.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Muvi Pro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AVI</w:t>
            </w:r>
          </w:p>
        </w:tc>
        <w:tc>
          <w:tcPr>
            <w:tcW w:w="180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 xml:space="preserve">When </w:t>
            </w:r>
            <w:r w:rsidRPr="00D17168">
              <w:rPr>
                <w:rFonts w:ascii="Times New Roman" w:hAnsi="Times New Roman"/>
                <w:sz w:val="14"/>
                <w:szCs w:val="16"/>
              </w:rPr>
              <w:t>SD</w:t>
            </w:r>
            <w:r w:rsidRPr="00D17168">
              <w:rPr>
                <w:rFonts w:ascii="Times New Roman" w:hAnsi="Times New Roman"/>
                <w:sz w:val="16"/>
                <w:szCs w:val="16"/>
              </w:rPr>
              <w:t xml:space="preserve"> card becomes full on camera, files are transferred directly to a 1</w:t>
            </w:r>
            <w:r w:rsidRPr="00D17168">
              <w:rPr>
                <w:rFonts w:ascii="Times New Roman" w:hAnsi="Times New Roman"/>
                <w:sz w:val="14"/>
                <w:szCs w:val="16"/>
              </w:rPr>
              <w:t>TB</w:t>
            </w:r>
            <w:r w:rsidRPr="00D17168">
              <w:rPr>
                <w:rFonts w:ascii="Times New Roman" w:hAnsi="Times New Roman"/>
                <w:sz w:val="16"/>
                <w:szCs w:val="16"/>
              </w:rPr>
              <w:t xml:space="preserve"> external hard drive.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Protects against complaints, almost all criminal cases take a plea whenconfronted with first-person view of events, less time in court, easy to use.</w:t>
            </w: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Limited battery life, takes slightly longer to complete reports while reviewing video, dealing with storage and destruction issues.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SD</w:t>
            </w:r>
            <w:r w:rsidRPr="00D17168">
              <w:rPr>
                <w:rFonts w:ascii="Times New Roman" w:hAnsi="Times New Roman"/>
                <w:sz w:val="16"/>
                <w:szCs w:val="16"/>
              </w:rPr>
              <w:t xml:space="preserve"> card</w:t>
            </w:r>
          </w:p>
        </w:tc>
        <w:tc>
          <w:tcPr>
            <w:tcW w:w="180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4"/>
                <w:szCs w:val="16"/>
              </w:rPr>
              <w:t>LS</w:t>
            </w:r>
            <w:r w:rsidRPr="00D17168">
              <w:rPr>
                <w:rFonts w:ascii="Times New Roman" w:hAnsi="Times New Roman"/>
                <w:sz w:val="16"/>
                <w:szCs w:val="16"/>
              </w:rPr>
              <w:t xml:space="preserve"> server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 xml:space="preserve">Two-camera position displays contact with violator at your door. The current </w:t>
            </w:r>
            <w:r w:rsidRPr="00D17168">
              <w:rPr>
                <w:rFonts w:ascii="Times New Roman" w:hAnsi="Times New Roman"/>
                <w:sz w:val="14"/>
                <w:szCs w:val="18"/>
              </w:rPr>
              <w:t>L3</w:t>
            </w:r>
            <w:r w:rsidRPr="00D17168">
              <w:rPr>
                <w:rFonts w:ascii="Times New Roman" w:hAnsi="Times New Roman"/>
                <w:sz w:val="16"/>
                <w:szCs w:val="18"/>
              </w:rPr>
              <w:t xml:space="preserve"> system is easily uploaded to the server and you are able to watch stop and create </w:t>
            </w:r>
            <w:r w:rsidRPr="00D17168">
              <w:rPr>
                <w:rFonts w:ascii="Times New Roman" w:hAnsi="Times New Roman"/>
                <w:sz w:val="14"/>
                <w:szCs w:val="18"/>
              </w:rPr>
              <w:t>DVD</w:t>
            </w:r>
            <w:r w:rsidRPr="00D17168">
              <w:rPr>
                <w:rFonts w:ascii="Times New Roman" w:hAnsi="Times New Roman"/>
                <w:sz w:val="16"/>
                <w:szCs w:val="18"/>
              </w:rPr>
              <w:t>'s easily when needed.</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When the Department doesn’t pay to maintain the equipment they have in place, things like the servers getting old prevented the officers</w:t>
            </w: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and supervisors from being able to watch traffic stops and arrests. Now that we have new servers I anticipate that being a non-factor.</w:t>
            </w: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Other issue is that the department has not spent any money to buy replacement parts and spares for when equipment breaks.</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 DVR1</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Proprietary</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Server at the 103.</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Good for court/criminal and civil cases. Good for alleviation of complaints. Good for supervisor review of stops/contacts. Good for documentation of collisions/incidents that occur on duty.</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Reliability is not good compared to other in-car units. The server is not consistent and the printer/burner fails often. Constant switching/moving of vehicle causes supervisor to reprogram often. Wireless microphone mounting not good location (by cup holder) for</w:t>
            </w: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patrol vehicle. Videos are propriety and can’t be viewed in normal media viewers. Making a copy of video may take days is printer/burner is down.  Storage limited to 8</w:t>
            </w:r>
            <w:r w:rsidRPr="00D17168">
              <w:rPr>
                <w:rFonts w:ascii="Times New Roman" w:hAnsi="Times New Roman"/>
                <w:sz w:val="14"/>
                <w:szCs w:val="18"/>
              </w:rPr>
              <w:t>GB</w:t>
            </w:r>
            <w:r w:rsidRPr="00D17168">
              <w:rPr>
                <w:rFonts w:ascii="Times New Roman" w:hAnsi="Times New Roman"/>
                <w:sz w:val="16"/>
                <w:szCs w:val="18"/>
              </w:rPr>
              <w:t>, which may not last 2 days for normal patrol officer. Cost to fix downed equipment is high, time ranges 4-6 weeks to get equipment back in working order.</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(body worn)</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Sony, </w:t>
            </w:r>
            <w:r w:rsidRPr="00D17168">
              <w:rPr>
                <w:rFonts w:ascii="Times New Roman" w:hAnsi="Times New Roman"/>
                <w:sz w:val="14"/>
                <w:szCs w:val="16"/>
              </w:rPr>
              <w:t>ICD-TX50</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audio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 xml:space="preserve">Desktop computer at 103, backup hard drive 103, </w:t>
            </w:r>
            <w:r w:rsidRPr="00D17168">
              <w:rPr>
                <w:rFonts w:ascii="Times New Roman" w:hAnsi="Times New Roman"/>
                <w:sz w:val="14"/>
                <w:szCs w:val="16"/>
              </w:rPr>
              <w:t>DVD</w:t>
            </w:r>
            <w:r w:rsidRPr="00D17168">
              <w:rPr>
                <w:rFonts w:ascii="Times New Roman" w:hAnsi="Times New Roman"/>
                <w:sz w:val="16"/>
                <w:szCs w:val="16"/>
              </w:rPr>
              <w:t>’s per month</w:t>
            </w:r>
          </w:p>
          <w:p w:rsidR="00E378A0" w:rsidRPr="00D17168" w:rsidRDefault="00E378A0" w:rsidP="00D17168">
            <w:pPr>
              <w:spacing w:after="0" w:line="240" w:lineRule="auto"/>
              <w:rPr>
                <w:rFonts w:ascii="Times New Roman" w:hAnsi="Times New Roman"/>
                <w:sz w:val="4"/>
                <w:szCs w:val="16"/>
              </w:rPr>
            </w:pP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Statements made, protect against potential complaints.</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Manually turn on and off.</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4"/>
                <w:szCs w:val="16"/>
              </w:rPr>
              <w:t>DPS</w:t>
            </w:r>
            <w:r w:rsidRPr="00D17168">
              <w:rPr>
                <w:rFonts w:ascii="Times New Roman" w:hAnsi="Times New Roman"/>
                <w:sz w:val="16"/>
                <w:szCs w:val="16"/>
              </w:rPr>
              <w:t>, two-camera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disk</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Excellent for liability/complaints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Lacking tech support.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I no longer have it.  It could no longer be fixed.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When it worked, it helped disprove complaints.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Positioning to be on camera put officer at risk.  If you use a mic that is always on, even when not with a violator, it’s bad.  Also, it should load to a flash drive for Department use and officer’s review for report writing flash drive.</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19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video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By </w:t>
            </w:r>
            <w:r w:rsidRPr="00D17168">
              <w:rPr>
                <w:rFonts w:ascii="Times New Roman" w:hAnsi="Times New Roman"/>
                <w:sz w:val="14"/>
                <w:szCs w:val="16"/>
              </w:rPr>
              <w:t>DPS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Easy to store.  I do not have to keep track of videos.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Unreliable, hard to fix, little or no training when the system was installed.  Can only download at certain locations.</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Complaint resolution.  Great for court.</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Disc burner is junk.  Takes minutes to days to get a disc made.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Mobile Vision</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Downloaded onto the server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The camera is activated with the emergency lights.  The recording is continuous so you obtain 30 seconds before the lights are activated.</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The server download is the largest disadvantage.  It limits where a camera can be utilized and limits the use of the vehicles outside of the district office.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(body worn),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Spider</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WMV</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an external 1</w:t>
            </w:r>
            <w:r w:rsidRPr="00D17168">
              <w:rPr>
                <w:rFonts w:ascii="Times New Roman" w:hAnsi="Times New Roman"/>
                <w:sz w:val="14"/>
                <w:szCs w:val="16"/>
              </w:rPr>
              <w:t>TB</w:t>
            </w:r>
            <w:r w:rsidRPr="00D17168">
              <w:rPr>
                <w:rFonts w:ascii="Times New Roman" w:hAnsi="Times New Roman"/>
                <w:sz w:val="16"/>
                <w:szCs w:val="16"/>
              </w:rPr>
              <w:t xml:space="preserve"> encrypted and secured hard drive.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 xml:space="preserve">It records both audio and video in almost </w:t>
            </w:r>
            <w:r w:rsidRPr="00D17168">
              <w:rPr>
                <w:rFonts w:ascii="Times New Roman" w:hAnsi="Times New Roman"/>
                <w:sz w:val="14"/>
                <w:szCs w:val="16"/>
              </w:rPr>
              <w:t>HD</w:t>
            </w:r>
            <w:r w:rsidRPr="00D17168">
              <w:rPr>
                <w:rFonts w:ascii="Times New Roman" w:hAnsi="Times New Roman"/>
                <w:sz w:val="16"/>
                <w:szCs w:val="16"/>
              </w:rPr>
              <w:t xml:space="preserve"> quality with a date and time stamp. It is small and weatherproof. It is very durable as it has been dropped several times and rained on. It is also very easy to turn on and off with one hand. It is great for </w:t>
            </w:r>
            <w:r w:rsidRPr="00D17168">
              <w:rPr>
                <w:rFonts w:ascii="Times New Roman" w:hAnsi="Times New Roman"/>
                <w:sz w:val="14"/>
                <w:szCs w:val="16"/>
              </w:rPr>
              <w:t>DUI</w:t>
            </w:r>
            <w:r w:rsidRPr="00D17168">
              <w:rPr>
                <w:rFonts w:ascii="Times New Roman" w:hAnsi="Times New Roman"/>
                <w:sz w:val="16"/>
                <w:szCs w:val="16"/>
              </w:rPr>
              <w:t xml:space="preserve"> investigations,especially </w:t>
            </w:r>
            <w:r w:rsidRPr="00D17168">
              <w:rPr>
                <w:rFonts w:ascii="Times New Roman" w:hAnsi="Times New Roman"/>
                <w:sz w:val="14"/>
                <w:szCs w:val="16"/>
              </w:rPr>
              <w:t>FST</w:t>
            </w:r>
            <w:r w:rsidRPr="00D17168">
              <w:rPr>
                <w:rFonts w:ascii="Times New Roman" w:hAnsi="Times New Roman"/>
                <w:sz w:val="16"/>
                <w:szCs w:val="16"/>
              </w:rPr>
              <w:t>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It takes quite a long time to download and the width of the camera angle is limited to about 30 degrees so I have to move my chest in the direction I want the camera to film; it proves awkward during traffic stops.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Memory card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4"/>
                <w:szCs w:val="16"/>
              </w:rPr>
              <w:t>CYA</w:t>
            </w:r>
            <w:r w:rsidRPr="00D17168">
              <w:rPr>
                <w:rFonts w:ascii="Times New Roman" w:hAnsi="Times New Roman"/>
                <w:sz w:val="16"/>
                <w:szCs w:val="16"/>
              </w:rPr>
              <w:t xml:space="preserve"> and assists with details pertaining to arrests.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Can’t generate </w:t>
            </w:r>
            <w:r w:rsidRPr="00D17168">
              <w:rPr>
                <w:rFonts w:ascii="Times New Roman" w:hAnsi="Times New Roman"/>
                <w:sz w:val="14"/>
                <w:szCs w:val="16"/>
              </w:rPr>
              <w:t>DVD</w:t>
            </w:r>
            <w:r w:rsidRPr="00D17168">
              <w:rPr>
                <w:rFonts w:ascii="Times New Roman" w:hAnsi="Times New Roman"/>
                <w:sz w:val="16"/>
                <w:szCs w:val="16"/>
              </w:rPr>
              <w:t xml:space="preserve"> in-car.  Mic isn’t ideal for roadside interview.</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Media card</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Media card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When all is working properly, the capacity is good and the video and audio is good quality.</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The equipment and storage transfer process rarely works well in the long term.</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Ability to view stops and arrests, to assist with writing reports and contest complaints.</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Problems with equipment failure and issues’ problems with downloading video.</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4"/>
                <w:szCs w:val="16"/>
              </w:rPr>
              <w:t>DPS</w:t>
            </w:r>
            <w:r w:rsidRPr="00D17168">
              <w:rPr>
                <w:rFonts w:ascii="Times New Roman" w:hAnsi="Times New Roman"/>
                <w:sz w:val="16"/>
                <w:szCs w:val="16"/>
              </w:rPr>
              <w:t>, two-camera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a computer system</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16"/>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card</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Server download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Video cards, download to server, wireless microphone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Antiquated, limited server locations, bulky microphone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It captures my stops, which I like.  The audio and video work well.</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Difficulty making discs when you need to do a report in a timely manner is the biggest disadvantage. No one to service the system to</w:t>
            </w: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keep it running efficiently. A system where I could immediately pull a disc would be the best for me.</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29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Personally (body worn)</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Sony, </w:t>
            </w:r>
            <w:r w:rsidRPr="00D17168">
              <w:rPr>
                <w:rFonts w:ascii="Times New Roman" w:hAnsi="Times New Roman"/>
                <w:sz w:val="14"/>
                <w:szCs w:val="16"/>
              </w:rPr>
              <w:t>IC</w:t>
            </w:r>
            <w:r w:rsidRPr="00D17168">
              <w:rPr>
                <w:rFonts w:ascii="Times New Roman" w:hAnsi="Times New Roman"/>
                <w:sz w:val="16"/>
                <w:szCs w:val="16"/>
              </w:rPr>
              <w:t xml:space="preserve"> Recorder</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Audio only</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Office computer</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Documenting my contact for complaints.</w:t>
            </w: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6"/>
                <w:szCs w:val="18"/>
              </w:rPr>
              <w:t>Expensive, fragile.  Limited audio capture of suspect.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Don’t know</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Memory card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Court purposes. Helps with report writing.  Helps resolve complaint issues from citizens.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Viewing not readily available.  Sometimes it will not download from the car.</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 2</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Compact flash memory card</w:t>
            </w:r>
          </w:p>
          <w:p w:rsidR="00E378A0" w:rsidRPr="00D17168" w:rsidRDefault="00E378A0" w:rsidP="00D17168">
            <w:pPr>
              <w:spacing w:after="0" w:line="240" w:lineRule="auto"/>
              <w:rPr>
                <w:rFonts w:ascii="Times New Roman" w:hAnsi="Times New Roman"/>
                <w:sz w:val="4"/>
                <w:szCs w:val="16"/>
              </w:rPr>
            </w:pP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16"/>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Signals,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xml:space="preserve"> tapes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The </w:t>
            </w:r>
            <w:r w:rsidRPr="00D17168">
              <w:rPr>
                <w:rFonts w:ascii="Times New Roman" w:hAnsi="Times New Roman"/>
                <w:sz w:val="14"/>
                <w:szCs w:val="16"/>
              </w:rPr>
              <w:t>VHS</w:t>
            </w:r>
            <w:r w:rsidRPr="00D17168">
              <w:rPr>
                <w:rFonts w:ascii="Times New Roman" w:hAnsi="Times New Roman"/>
                <w:sz w:val="16"/>
                <w:szCs w:val="16"/>
              </w:rPr>
              <w:t xml:space="preserve"> tapes are stored at the West Valley 103 district office</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The video program is a good way to disprove claims by the public of bad/rude behavior by the officer. The videos can be used asevidence in court on both civil and criminal court cases to verify what the officer saw and wrote in his report or on the citation. Thevideos could be beneficial and used in training to identify good or bad officer tactical issues.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8"/>
                <w:szCs w:val="18"/>
              </w:rPr>
            </w:pPr>
            <w:r w:rsidRPr="00D17168">
              <w:rPr>
                <w:rFonts w:ascii="Times New Roman" w:hAnsi="Times New Roman"/>
                <w:sz w:val="16"/>
                <w:szCs w:val="18"/>
              </w:rPr>
              <w:t xml:space="preserve">Storage, tracking and destruction of </w:t>
            </w:r>
            <w:r w:rsidRPr="00D17168">
              <w:rPr>
                <w:rFonts w:ascii="Times New Roman" w:hAnsi="Times New Roman"/>
                <w:sz w:val="14"/>
                <w:szCs w:val="18"/>
              </w:rPr>
              <w:t>VHS</w:t>
            </w:r>
            <w:r w:rsidRPr="00D17168">
              <w:rPr>
                <w:rFonts w:ascii="Times New Roman" w:hAnsi="Times New Roman"/>
                <w:sz w:val="16"/>
                <w:szCs w:val="18"/>
              </w:rPr>
              <w:t xml:space="preserve"> tapes are not convenient. Equipment and technology are outdated and continue to have differentoperating issues all of the time. The microphone battery pack adds another item that has to be worn on the duty belt.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Removable memory card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Makes reports more detailed/accurate.</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 xml:space="preserve">It’s obviously only </w:t>
            </w:r>
            <w:r w:rsidRPr="00D17168">
              <w:rPr>
                <w:rFonts w:ascii="Times New Roman" w:hAnsi="Times New Roman"/>
                <w:sz w:val="14"/>
                <w:szCs w:val="16"/>
              </w:rPr>
              <w:t>2D</w:t>
            </w:r>
            <w:r w:rsidRPr="00D17168">
              <w:rPr>
                <w:rFonts w:ascii="Times New Roman" w:hAnsi="Times New Roman"/>
                <w:sz w:val="16"/>
                <w:szCs w:val="16"/>
              </w:rPr>
              <w:t>, so thinks sometimes appears different than they actually are.  Takes time to upload video then burn it to write accurate reports.  Also, it can be a pain to get our current vendor to install the camera system in a quick manner.</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and audio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card (data card)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Multiple record angles and good video and audio quality most of the time.</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Short distance audio recording, no replacement parts available, not convenient to have to manually upload video card every time it is full, since the wireless download doesn't work in the District 3 Area 1.</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Not sure</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Memory card downloaded into</w:t>
            </w:r>
            <w:r w:rsidRPr="00D17168">
              <w:rPr>
                <w:rFonts w:ascii="Times New Roman" w:hAnsi="Times New Roman"/>
                <w:sz w:val="14"/>
                <w:szCs w:val="16"/>
              </w:rPr>
              <w:t xml:space="preserve"> L3</w:t>
            </w:r>
            <w:r w:rsidRPr="00D17168">
              <w:rPr>
                <w:rFonts w:ascii="Times New Roman" w:hAnsi="Times New Roman"/>
                <w:sz w:val="16"/>
                <w:szCs w:val="16"/>
              </w:rPr>
              <w:t xml:space="preserve"> system in Casa Grande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The audio helps with report writing.</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 xml:space="preserve">It is a 5 hour process to download video cards in Casa Grande, 4 hour round trip and at least an hour downloading cards. When I makean arrest, the only w ay I can watch the video to do the report is on the tiny 3 inch screen in the patrol car. The audio volume is so low inthe car, it's hard to understand what is being said. When I request a video for the CountyAttorney, it takes up to a month to get the </w:t>
            </w:r>
            <w:r w:rsidRPr="00D17168">
              <w:rPr>
                <w:rFonts w:ascii="Times New Roman" w:hAnsi="Times New Roman"/>
                <w:sz w:val="14"/>
                <w:szCs w:val="18"/>
              </w:rPr>
              <w:t>DVD</w:t>
            </w:r>
            <w:r w:rsidRPr="00D17168">
              <w:rPr>
                <w:rFonts w:ascii="Times New Roman" w:hAnsi="Times New Roman"/>
                <w:sz w:val="16"/>
                <w:szCs w:val="18"/>
              </w:rPr>
              <w:t xml:space="preserve">from Casa Grande and get it to the </w:t>
            </w:r>
            <w:r w:rsidRPr="00D17168">
              <w:rPr>
                <w:rFonts w:ascii="Times New Roman" w:hAnsi="Times New Roman"/>
                <w:sz w:val="14"/>
                <w:szCs w:val="18"/>
              </w:rPr>
              <w:t>CA</w:t>
            </w:r>
            <w:r w:rsidRPr="00D17168">
              <w:rPr>
                <w:rFonts w:ascii="Times New Roman" w:hAnsi="Times New Roman"/>
                <w:sz w:val="16"/>
                <w:szCs w:val="18"/>
              </w:rPr>
              <w:t>. I have had to explain numerous times in court why the cameras were not working or why I was in a swing car with no camera. This is a bad inefficient recording system.</w:t>
            </w:r>
          </w:p>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 xml:space="preserve">Memory card in patrol car.  Then transferred to the </w:t>
            </w:r>
            <w:r w:rsidRPr="00D17168">
              <w:rPr>
                <w:rFonts w:ascii="Times New Roman" w:hAnsi="Times New Roman"/>
                <w:sz w:val="14"/>
                <w:szCs w:val="16"/>
              </w:rPr>
              <w:t>L3</w:t>
            </w:r>
            <w:r w:rsidRPr="00D17168">
              <w:rPr>
                <w:rFonts w:ascii="Times New Roman" w:hAnsi="Times New Roman"/>
                <w:sz w:val="16"/>
                <w:szCs w:val="16"/>
              </w:rPr>
              <w:t xml:space="preserve"> system.</w:t>
            </w:r>
          </w:p>
          <w:p w:rsidR="00E378A0" w:rsidRPr="00D17168" w:rsidRDefault="00E378A0" w:rsidP="00D17168">
            <w:pPr>
              <w:spacing w:after="0" w:line="240" w:lineRule="auto"/>
              <w:rPr>
                <w:rFonts w:ascii="Times New Roman" w:hAnsi="Times New Roman"/>
                <w:sz w:val="4"/>
                <w:szCs w:val="16"/>
              </w:rPr>
            </w:pP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Very nice to have video evidence in trials and to document events.</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The equipment does not always work, such as not automatically downloading like it’s supposed to.  Manually downloading can take up to an hour or more.</w:t>
            </w:r>
          </w:p>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Signals,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In evidence room at Nogales 103</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FST</w:t>
            </w:r>
            <w:r w:rsidRPr="00D17168">
              <w:rPr>
                <w:rFonts w:ascii="Times New Roman" w:hAnsi="Times New Roman"/>
                <w:sz w:val="16"/>
                <w:szCs w:val="16"/>
              </w:rPr>
              <w:t>’s recordings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Battery dies; so on audio the audio is poor.  Hard to hear what defendant is saying.  Report writing takes longer.  The camera cannot catch every angle of the stop.</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Unsure</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Flash card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Real time evidence, protection for Department and officer.</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Age of equipment.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39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w/2 cameras mounted in car and audio w/1 microphone in the car and 1 microphone that is body worn</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Storage card in the trunk, then manually transferred by memory card to the 103 system</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I have used the recording to refresh my memory for report writing and court preparation. I have also advised people that they are being video and audio recorded, which helps with cooperation and mitigates disputes/court/unjust complaints.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8"/>
              </w:rPr>
              <w:t>Manually changing the memory card when it is full, which can be roadside since I change it as soon as I notice it says it is almost full.</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video and audio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server at 103</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 officer required downloads, easy online access to videos, good system.</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 xml:space="preserve">Takes up a lot of space in car, body worn audio recorder is bulky, in-pocket looks unprofessional, media fills quickly (need more </w:t>
            </w:r>
            <w:r w:rsidRPr="00D17168">
              <w:rPr>
                <w:rFonts w:ascii="Times New Roman" w:hAnsi="Times New Roman"/>
                <w:sz w:val="14"/>
                <w:szCs w:val="16"/>
              </w:rPr>
              <w:t>GB</w:t>
            </w:r>
            <w:r w:rsidRPr="00D17168">
              <w:rPr>
                <w:rFonts w:ascii="Times New Roman" w:hAnsi="Times New Roman"/>
                <w:sz w:val="16"/>
                <w:szCs w:val="16"/>
              </w:rPr>
              <w:t xml:space="preserve"> space), only two cameras.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a server at the Gray Mountain Office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It protects the officer and agency from liars. Often needed as proof to debunk a false complaint.</w:t>
            </w: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I'd rather have a wearable camera as it travels with me when I'm out of the vehicle: foot pursuit, etc.</w:t>
            </w:r>
          </w:p>
          <w:p w:rsidR="00E378A0" w:rsidRPr="00D17168" w:rsidRDefault="00E378A0" w:rsidP="00D17168">
            <w:pPr>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xml:space="preserve">, </w:t>
            </w:r>
            <w:r w:rsidRPr="00D17168">
              <w:rPr>
                <w:rFonts w:ascii="Times New Roman" w:hAnsi="Times New Roman"/>
                <w:sz w:val="14"/>
                <w:szCs w:val="14"/>
              </w:rPr>
              <w:t>D-83965</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Hard drive</w:t>
            </w:r>
          </w:p>
        </w:tc>
        <w:tc>
          <w:tcPr>
            <w:tcW w:w="2970"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It assists me in my stops such as remembering exactly what took place, helps me if there is a complaint, gives visual aid in trials.</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Have to go to the office and down load. The video storage cards fill up very quickly due to length of stops.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Sony, </w:t>
            </w:r>
            <w:r w:rsidRPr="00D17168">
              <w:rPr>
                <w:rFonts w:ascii="Times New Roman" w:hAnsi="Times New Roman"/>
                <w:sz w:val="14"/>
                <w:szCs w:val="14"/>
              </w:rPr>
              <w:t>DCR-SR60</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Transfer to </w:t>
            </w:r>
            <w:r w:rsidRPr="00D17168">
              <w:rPr>
                <w:rFonts w:ascii="Times New Roman" w:hAnsi="Times New Roman"/>
                <w:sz w:val="14"/>
                <w:szCs w:val="16"/>
              </w:rPr>
              <w:t>DVD</w:t>
            </w:r>
            <w:r w:rsidRPr="00D17168">
              <w:rPr>
                <w:rFonts w:ascii="Times New Roman" w:hAnsi="Times New Roman"/>
                <w:sz w:val="16"/>
                <w:szCs w:val="16"/>
              </w:rPr>
              <w:t xml:space="preserve"> and </w:t>
            </w:r>
            <w:r w:rsidRPr="00D17168">
              <w:rPr>
                <w:rFonts w:ascii="Times New Roman" w:hAnsi="Times New Roman"/>
                <w:sz w:val="14"/>
                <w:szCs w:val="16"/>
              </w:rPr>
              <w:t xml:space="preserve">VHS </w:t>
            </w:r>
            <w:r w:rsidRPr="00D17168">
              <w:rPr>
                <w:rFonts w:ascii="Times New Roman" w:hAnsi="Times New Roman"/>
                <w:sz w:val="16"/>
                <w:szCs w:val="16"/>
              </w:rPr>
              <w:t>tape</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 xml:space="preserve">I can move it around or take it out of car to video crash scene, indorr </w:t>
            </w:r>
            <w:r w:rsidRPr="00D17168">
              <w:rPr>
                <w:rFonts w:ascii="Times New Roman" w:hAnsi="Times New Roman"/>
                <w:sz w:val="14"/>
                <w:szCs w:val="16"/>
              </w:rPr>
              <w:t>DUI</w:t>
            </w:r>
            <w:r w:rsidRPr="00D17168">
              <w:rPr>
                <w:rFonts w:ascii="Times New Roman" w:hAnsi="Times New Roman"/>
                <w:sz w:val="16"/>
                <w:szCs w:val="16"/>
              </w:rPr>
              <w:t xml:space="preserve"> in jail actions, etc.  It is an older model so it only has a 30</w:t>
            </w:r>
            <w:r w:rsidRPr="00D17168">
              <w:rPr>
                <w:rFonts w:ascii="Times New Roman" w:hAnsi="Times New Roman"/>
                <w:sz w:val="14"/>
                <w:szCs w:val="16"/>
              </w:rPr>
              <w:t>GB</w:t>
            </w:r>
            <w:r w:rsidRPr="00D17168">
              <w:rPr>
                <w:rFonts w:ascii="Times New Roman" w:hAnsi="Times New Roman"/>
                <w:sz w:val="16"/>
                <w:szCs w:val="16"/>
              </w:rPr>
              <w:t xml:space="preserve"> memory, but I can record 10 hours at medium quality.  Newer models have 3 or 4 time the memory mine has.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 xml:space="preserve">The Blue Tooth </w:t>
            </w:r>
            <w:bookmarkStart w:id="0" w:name="_GoBack"/>
            <w:r w:rsidRPr="00D17168">
              <w:rPr>
                <w:rFonts w:ascii="Times New Roman" w:hAnsi="Times New Roman"/>
                <w:sz w:val="16"/>
                <w:szCs w:val="16"/>
              </w:rPr>
              <w:t>mic</w:t>
            </w:r>
            <w:bookmarkEnd w:id="0"/>
            <w:r w:rsidRPr="00D17168">
              <w:rPr>
                <w:rFonts w:ascii="Times New Roman" w:hAnsi="Times New Roman"/>
                <w:sz w:val="16"/>
                <w:szCs w:val="16"/>
              </w:rPr>
              <w:t xml:space="preserve"> will cut out if there are large trucks between me and the camera.</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Media</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On a server then backed up on </w:t>
            </w:r>
            <w:r w:rsidRPr="00D17168">
              <w:rPr>
                <w:rFonts w:ascii="Times New Roman" w:hAnsi="Times New Roman"/>
                <w:sz w:val="14"/>
                <w:szCs w:val="16"/>
              </w:rPr>
              <w:t>CD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No individual storage responsibilities for media. Two-camera systems allow a wider view of public contact, for the most part a low maintenance unit.</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Only issue has been with the server/ server maintenance - initially had access to server in Phoenix; however, due to lack of maintenance system eventually went out of service. Only option to upload videos was traveling to Casa Grande to use that server which would waste half a duty shift for video download.</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Kustom Signals, Eyewitness </w:t>
            </w:r>
            <w:r w:rsidRPr="00D17168">
              <w:rPr>
                <w:rFonts w:ascii="Times New Roman" w:hAnsi="Times New Roman"/>
                <w:sz w:val="14"/>
                <w:szCs w:val="16"/>
              </w:rPr>
              <w:t>II</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8"/>
              </w:rPr>
              <w:t xml:space="preserve">On </w:t>
            </w:r>
            <w:r w:rsidRPr="00D17168">
              <w:rPr>
                <w:rFonts w:ascii="Times New Roman" w:hAnsi="Times New Roman"/>
                <w:sz w:val="14"/>
                <w:szCs w:val="18"/>
              </w:rPr>
              <w:t>VHS</w:t>
            </w:r>
            <w:r w:rsidRPr="00D17168">
              <w:rPr>
                <w:rFonts w:ascii="Times New Roman" w:hAnsi="Times New Roman"/>
                <w:sz w:val="16"/>
                <w:szCs w:val="18"/>
              </w:rPr>
              <w:t xml:space="preserve"> and the tapes are stored in a lockable filing cabinet at the office.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Evidence can be easily documented,reason for a stop and reviewing of material for court is easier. I can visually see the person I stopped so that identification is easier for court. Complaints are more easily taken care of as the videodocuments what is said or done and can be used in favor of the patrolman.</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8"/>
                <w:szCs w:val="18"/>
              </w:rPr>
            </w:pPr>
            <w:r w:rsidRPr="00D17168">
              <w:rPr>
                <w:rFonts w:ascii="Times New Roman" w:hAnsi="Times New Roman"/>
                <w:sz w:val="16"/>
                <w:szCs w:val="18"/>
              </w:rPr>
              <w:t>Sometimes the microphone does not pick up what is said. Also the view of the camera limits what can or cannot be seen. I have haddefense attorneys question why something cannot be seen or heard and then it is questioned if what I observed or heard actually occurred.</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 MVC300E</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Data card/server</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Covered in case of any bogus complaints.  Helps in report writing.</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Unknown</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On </w:t>
            </w:r>
            <w:r w:rsidRPr="00D17168">
              <w:rPr>
                <w:rFonts w:ascii="Times New Roman" w:hAnsi="Times New Roman"/>
                <w:sz w:val="14"/>
                <w:szCs w:val="16"/>
              </w:rPr>
              <w:t>CD</w:t>
            </w:r>
            <w:r w:rsidRPr="00D17168">
              <w:rPr>
                <w:rFonts w:ascii="Times New Roman" w:hAnsi="Times New Roman"/>
                <w:sz w:val="16"/>
                <w:szCs w:val="16"/>
              </w:rPr>
              <w:t xml:space="preserve">s with the </w:t>
            </w:r>
            <w:r w:rsidRPr="00D17168">
              <w:rPr>
                <w:rFonts w:ascii="Times New Roman" w:hAnsi="Times New Roman"/>
                <w:sz w:val="14"/>
                <w:szCs w:val="16"/>
              </w:rPr>
              <w:t xml:space="preserve">L3 </w:t>
            </w:r>
            <w:r w:rsidRPr="00D17168">
              <w:rPr>
                <w:rFonts w:ascii="Times New Roman" w:hAnsi="Times New Roman"/>
                <w:sz w:val="16"/>
                <w:szCs w:val="16"/>
              </w:rPr>
              <w:t>computer system</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Very useful for court and complaints.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 xml:space="preserve">Very hard to get the supplies to fix the </w:t>
            </w:r>
            <w:r w:rsidRPr="00D17168">
              <w:rPr>
                <w:rFonts w:ascii="Times New Roman" w:hAnsi="Times New Roman"/>
                <w:sz w:val="14"/>
                <w:szCs w:val="18"/>
              </w:rPr>
              <w:t>L3</w:t>
            </w:r>
            <w:r w:rsidRPr="00D17168">
              <w:rPr>
                <w:rFonts w:ascii="Times New Roman" w:hAnsi="Times New Roman"/>
                <w:sz w:val="16"/>
                <w:szCs w:val="18"/>
              </w:rPr>
              <w:t xml:space="preserve"> system when it goes down.</w:t>
            </w:r>
          </w:p>
          <w:p w:rsidR="00E378A0" w:rsidRPr="00D17168" w:rsidRDefault="00E378A0" w:rsidP="00D17168">
            <w:pPr>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2970"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Great for the court to see a video regarding the case instead of just a report. It puts a picture with the report.</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Does not download automatically. I have to manually download the camera every time.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49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Simultaneously with the mounted digital camera and a microphone worn on my lapel.</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8 gig media card, later downloaded wirelessly to server at 103</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8"/>
              </w:rPr>
              <w:t>Supports arrests, stops and investigations in field reducing officer liability and supporting reports.</w:t>
            </w: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System glitches while recording, cutting off for minutes periodically, gaps in segments during traffic stops.</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 xml:space="preserve">Taser International, Axon Flex </w:t>
            </w:r>
            <w:r w:rsidRPr="00D17168">
              <w:rPr>
                <w:rFonts w:ascii="Times New Roman" w:hAnsi="Times New Roman"/>
                <w:sz w:val="14"/>
                <w:szCs w:val="16"/>
              </w:rPr>
              <w:t>#73030</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All contacts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Hard drive</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8"/>
              </w:rPr>
              <w:t>Evidence, review of stops for report writing.</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None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Eye Witness, </w:t>
            </w:r>
            <w:r w:rsidRPr="00D17168">
              <w:rPr>
                <w:rFonts w:ascii="Times New Roman" w:hAnsi="Times New Roman"/>
                <w:sz w:val="14"/>
                <w:szCs w:val="16"/>
              </w:rPr>
              <w:t>VHS</w:t>
            </w:r>
            <w:r w:rsidRPr="00D17168">
              <w:rPr>
                <w:rFonts w:ascii="Times New Roman" w:hAnsi="Times New Roman"/>
                <w:sz w:val="16"/>
                <w:szCs w:val="16"/>
              </w:rPr>
              <w:t xml:space="preserve"> Recorder</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Tapes sent to </w:t>
            </w:r>
            <w:r w:rsidRPr="00D17168">
              <w:rPr>
                <w:rFonts w:ascii="Times New Roman" w:hAnsi="Times New Roman"/>
                <w:sz w:val="14"/>
                <w:szCs w:val="16"/>
              </w:rPr>
              <w:t>MVP</w:t>
            </w:r>
            <w:r w:rsidRPr="00D17168">
              <w:rPr>
                <w:rFonts w:ascii="Times New Roman" w:hAnsi="Times New Roman"/>
                <w:sz w:val="16"/>
                <w:szCs w:val="16"/>
              </w:rPr>
              <w:t xml:space="preserve"> Coordinator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 xml:space="preserve">Great for </w:t>
            </w:r>
            <w:r w:rsidRPr="00D17168">
              <w:rPr>
                <w:rFonts w:ascii="Times New Roman" w:hAnsi="Times New Roman"/>
                <w:sz w:val="14"/>
                <w:szCs w:val="18"/>
              </w:rPr>
              <w:t>DUI</w:t>
            </w:r>
            <w:r w:rsidRPr="00D17168">
              <w:rPr>
                <w:rFonts w:ascii="Times New Roman" w:hAnsi="Times New Roman"/>
                <w:sz w:val="16"/>
                <w:szCs w:val="18"/>
              </w:rPr>
              <w:t>&amp; Criminal investigations and traffic stops.</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VHS cannot be transferred to my soon to be issued vehicle and fleet no longer supports the system.</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 FB04-M</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Server</w:t>
            </w:r>
          </w:p>
        </w:tc>
        <w:tc>
          <w:tcPr>
            <w:tcW w:w="2970"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2"/>
                <w:szCs w:val="18"/>
              </w:rPr>
            </w:pPr>
            <w:r w:rsidRPr="00D17168">
              <w:rPr>
                <w:rFonts w:ascii="Times New Roman" w:hAnsi="Times New Roman"/>
                <w:sz w:val="16"/>
                <w:szCs w:val="18"/>
              </w:rPr>
              <w:t>Too numerous to say; prevents false/unwarranted claims/reports; helps with getting information for reports in which camera was used.</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Not having enough digital disks to save videos on or a server closer than Tucson 103 to upload the one video card I have.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Unknown</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On a computer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Great evidence for court and against allegations.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8"/>
              </w:rPr>
              <w:t>Outdated, does not work half of the time.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xml:space="preserve"> tape at the D9 headquarters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8"/>
              </w:rPr>
              <w:t>Allows me to review stops for officer safety, used in court proceedings, and allows for Sergeant to have for review and exoneration incomplaint issues.</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Only one camera doesn't catch all views, have to manually turn it on to catch violations by drivers, storage issue as tapes take up room in evidence storage room at district office.</w:t>
            </w:r>
          </w:p>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Signals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On </w:t>
            </w:r>
            <w:r w:rsidRPr="00D17168">
              <w:rPr>
                <w:rFonts w:ascii="Times New Roman" w:hAnsi="Times New Roman"/>
                <w:sz w:val="14"/>
                <w:szCs w:val="16"/>
              </w:rPr>
              <w:t>VHS</w:t>
            </w:r>
            <w:r w:rsidRPr="00D17168">
              <w:rPr>
                <w:rFonts w:ascii="Times New Roman" w:hAnsi="Times New Roman"/>
                <w:sz w:val="16"/>
                <w:szCs w:val="16"/>
              </w:rPr>
              <w:t xml:space="preserve"> tapes and turned in to the </w:t>
            </w:r>
            <w:r w:rsidRPr="00D17168">
              <w:rPr>
                <w:rFonts w:ascii="Times New Roman" w:hAnsi="Times New Roman"/>
                <w:sz w:val="14"/>
                <w:szCs w:val="16"/>
              </w:rPr>
              <w:t>MVD</w:t>
            </w:r>
            <w:r w:rsidRPr="00D17168">
              <w:rPr>
                <w:rFonts w:ascii="Times New Roman" w:hAnsi="Times New Roman"/>
                <w:sz w:val="16"/>
                <w:szCs w:val="16"/>
              </w:rPr>
              <w:t xml:space="preserve"> coordinator, Eric Swanson</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 xml:space="preserve">Very valuable for charging/court purposes. A person typically questions what we do and how we do it these days. The video camera records what was done and how it was done. The video camera helps out </w:t>
            </w:r>
            <w:r w:rsidRPr="00D17168">
              <w:rPr>
                <w:rFonts w:ascii="Times New Roman" w:hAnsi="Times New Roman"/>
                <w:sz w:val="14"/>
                <w:szCs w:val="18"/>
              </w:rPr>
              <w:t>GREATLY</w:t>
            </w:r>
            <w:r w:rsidRPr="00D17168">
              <w:rPr>
                <w:rFonts w:ascii="Times New Roman" w:hAnsi="Times New Roman"/>
                <w:sz w:val="16"/>
                <w:szCs w:val="18"/>
              </w:rPr>
              <w:t xml:space="preserve"> with complaints. It's not unusually for someone to be mad with the action we took on them and in retaliation they file a complaint. Once the video of the event is viewed the complaint goes away. It is also a valuable training tool. Sometimes officers are not able to have someone ride with them all the time. A video camera can show things an officer can improve on when sometimes that officer is unaware they are doing it. </w:t>
            </w:r>
            <w:r w:rsidRPr="00D17168">
              <w:rPr>
                <w:rFonts w:ascii="Times New Roman" w:hAnsi="Times New Roman"/>
                <w:sz w:val="14"/>
                <w:szCs w:val="18"/>
              </w:rPr>
              <w:t>DUI</w:t>
            </w:r>
            <w:r w:rsidRPr="00D17168">
              <w:rPr>
                <w:rFonts w:ascii="Times New Roman" w:hAnsi="Times New Roman"/>
                <w:sz w:val="16"/>
                <w:szCs w:val="18"/>
              </w:rPr>
              <w:t xml:space="preserve"> investigations are also greatly improved with a video camera. Once the suspect knows there was a camera taping the investigation it increases the conviction rate and reduces the excuses a suspect can make.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4"/>
                <w:szCs w:val="18"/>
              </w:rPr>
              <w:t>OLD</w:t>
            </w:r>
            <w:r w:rsidRPr="00D17168">
              <w:rPr>
                <w:rFonts w:ascii="Times New Roman" w:hAnsi="Times New Roman"/>
                <w:sz w:val="16"/>
                <w:szCs w:val="18"/>
              </w:rPr>
              <w:t xml:space="preserve">!!! When a county attorney requests information from the video camera it typically takes several weeks if not longer to get therequested information to them. I have to send Eric Swanson an email, he has to locate the </w:t>
            </w:r>
            <w:r w:rsidRPr="00D17168">
              <w:rPr>
                <w:rFonts w:ascii="Times New Roman" w:hAnsi="Times New Roman"/>
                <w:sz w:val="14"/>
                <w:szCs w:val="18"/>
              </w:rPr>
              <w:t>VHS</w:t>
            </w:r>
            <w:r w:rsidRPr="00D17168">
              <w:rPr>
                <w:rFonts w:ascii="Times New Roman" w:hAnsi="Times New Roman"/>
                <w:sz w:val="16"/>
                <w:szCs w:val="18"/>
              </w:rPr>
              <w:t xml:space="preserve"> tape, and he has to copy it to a </w:t>
            </w:r>
            <w:r w:rsidRPr="00D17168">
              <w:rPr>
                <w:rFonts w:ascii="Times New Roman" w:hAnsi="Times New Roman"/>
                <w:sz w:val="14"/>
                <w:szCs w:val="18"/>
              </w:rPr>
              <w:t>DVD</w:t>
            </w:r>
            <w:r w:rsidRPr="00D17168">
              <w:rPr>
                <w:rFonts w:ascii="Times New Roman" w:hAnsi="Times New Roman"/>
                <w:sz w:val="16"/>
                <w:szCs w:val="18"/>
              </w:rPr>
              <w:t xml:space="preserve">, thensend the </w:t>
            </w:r>
            <w:r w:rsidRPr="00D17168">
              <w:rPr>
                <w:rFonts w:ascii="Times New Roman" w:hAnsi="Times New Roman"/>
                <w:sz w:val="14"/>
                <w:szCs w:val="18"/>
              </w:rPr>
              <w:t>DVD</w:t>
            </w:r>
            <w:r w:rsidRPr="00D17168">
              <w:rPr>
                <w:rFonts w:ascii="Times New Roman" w:hAnsi="Times New Roman"/>
                <w:sz w:val="16"/>
                <w:szCs w:val="18"/>
              </w:rPr>
              <w:t xml:space="preserve"> to me or whoever it’s going to. With the newer digital equipment the process can be quickly eliminated. I also have to carry a </w:t>
            </w:r>
            <w:r w:rsidRPr="00D17168">
              <w:rPr>
                <w:rFonts w:ascii="Times New Roman" w:hAnsi="Times New Roman"/>
                <w:sz w:val="14"/>
                <w:szCs w:val="18"/>
              </w:rPr>
              <w:t>BOX</w:t>
            </w:r>
            <w:r w:rsidRPr="00D17168">
              <w:rPr>
                <w:rFonts w:ascii="Times New Roman" w:hAnsi="Times New Roman"/>
                <w:sz w:val="16"/>
                <w:szCs w:val="18"/>
              </w:rPr>
              <w:t xml:space="preserve"> of </w:t>
            </w:r>
            <w:r w:rsidRPr="00D17168">
              <w:rPr>
                <w:rFonts w:ascii="Times New Roman" w:hAnsi="Times New Roman"/>
                <w:sz w:val="14"/>
                <w:szCs w:val="18"/>
              </w:rPr>
              <w:t>VHS</w:t>
            </w:r>
            <w:r w:rsidRPr="00D17168">
              <w:rPr>
                <w:rFonts w:ascii="Times New Roman" w:hAnsi="Times New Roman"/>
                <w:sz w:val="16"/>
                <w:szCs w:val="18"/>
              </w:rPr>
              <w:t xml:space="preserve"> tapes in my patrol vehicle for when the 6 hour tape runs out.The microphone is also very old and does not work at times. I have to run a wire from by gun belt through my uniform to the mic at the top of my uniform.</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Kustom, Eyewitness (</w:t>
            </w:r>
            <w:r w:rsidRPr="00D17168">
              <w:rPr>
                <w:rFonts w:ascii="Times New Roman" w:hAnsi="Times New Roman"/>
                <w:sz w:val="14"/>
                <w:szCs w:val="16"/>
              </w:rPr>
              <w:t>200-1466-00</w:t>
            </w:r>
            <w:r w:rsidRPr="00D17168">
              <w:rPr>
                <w:rFonts w:ascii="Times New Roman" w:hAnsi="Times New Roman"/>
                <w:sz w:val="16"/>
                <w:szCs w:val="16"/>
              </w:rPr>
              <w:t>)</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and audio evidence gathering.</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8"/>
              </w:rPr>
              <w:t>The mic takes up valuable space on my duty belt.</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SD</w:t>
            </w:r>
            <w:r w:rsidRPr="00D17168">
              <w:rPr>
                <w:rFonts w:ascii="Times New Roman" w:hAnsi="Times New Roman"/>
                <w:sz w:val="16"/>
                <w:szCs w:val="16"/>
              </w:rPr>
              <w:t xml:space="preserve"> drive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Great system, user friendly</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Signals,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4"/>
                <w:szCs w:val="16"/>
              </w:rPr>
              <w:t>VHS</w:t>
            </w:r>
            <w:r w:rsidRPr="00D17168">
              <w:rPr>
                <w:rFonts w:ascii="Times New Roman" w:hAnsi="Times New Roman"/>
                <w:sz w:val="16"/>
                <w:szCs w:val="16"/>
              </w:rPr>
              <w:t>, but the system is broken and hasn’t been in my car for 6 months</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4"/>
                <w:szCs w:val="16"/>
              </w:rPr>
              <w:t>VHS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None, it’s broken.</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It is broken.</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59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Signals,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Video tapes</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None</w:t>
            </w:r>
          </w:p>
        </w:tc>
        <w:tc>
          <w:tcPr>
            <w:tcW w:w="3258" w:type="dxa"/>
          </w:tcPr>
          <w:p w:rsidR="00E378A0" w:rsidRPr="00D17168" w:rsidRDefault="00E378A0" w:rsidP="00D17168">
            <w:pPr>
              <w:spacing w:after="0" w:line="240" w:lineRule="auto"/>
              <w:rPr>
                <w:rFonts w:ascii="Times New Roman" w:hAnsi="Times New Roman"/>
                <w:sz w:val="4"/>
                <w:szCs w:val="18"/>
              </w:rPr>
            </w:pPr>
          </w:p>
          <w:p w:rsidR="00E378A0" w:rsidRPr="00D17168" w:rsidRDefault="00E378A0" w:rsidP="00D17168">
            <w:pPr>
              <w:spacing w:after="0" w:line="240" w:lineRule="auto"/>
              <w:rPr>
                <w:rFonts w:ascii="Times New Roman" w:hAnsi="Times New Roman"/>
                <w:sz w:val="4"/>
                <w:szCs w:val="18"/>
              </w:rPr>
            </w:pPr>
            <w:r w:rsidRPr="00D17168">
              <w:rPr>
                <w:rFonts w:ascii="Times New Roman" w:hAnsi="Times New Roman"/>
                <w:sz w:val="16"/>
                <w:szCs w:val="18"/>
              </w:rPr>
              <w:t>Takes up too much room in trunk, difficult to change tapes, audio recorder takes up too much room on belt.</w:t>
            </w:r>
          </w:p>
          <w:p w:rsidR="00E378A0" w:rsidRPr="00D17168" w:rsidRDefault="00E378A0" w:rsidP="00D17168">
            <w:pPr>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Traffic stops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Department policy</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Support the officer.</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None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Trek View, </w:t>
            </w:r>
            <w:r w:rsidRPr="00D17168">
              <w:rPr>
                <w:rFonts w:ascii="Times New Roman" w:hAnsi="Times New Roman"/>
                <w:sz w:val="14"/>
                <w:szCs w:val="16"/>
              </w:rPr>
              <w:t>239-CAR-CAM2</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AVI</w:t>
            </w:r>
          </w:p>
        </w:tc>
        <w:tc>
          <w:tcPr>
            <w:tcW w:w="180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 xml:space="preserve">Files stored onto </w:t>
            </w:r>
            <w:r w:rsidRPr="00D17168">
              <w:rPr>
                <w:rFonts w:ascii="Times New Roman" w:hAnsi="Times New Roman"/>
                <w:sz w:val="14"/>
                <w:szCs w:val="18"/>
              </w:rPr>
              <w:t>SD</w:t>
            </w:r>
            <w:r w:rsidRPr="00D17168">
              <w:rPr>
                <w:rFonts w:ascii="Times New Roman" w:hAnsi="Times New Roman"/>
                <w:sz w:val="16"/>
                <w:szCs w:val="18"/>
              </w:rPr>
              <w:t xml:space="preserve"> card then transferred to </w:t>
            </w:r>
            <w:r w:rsidRPr="00D17168">
              <w:rPr>
                <w:rFonts w:ascii="Times New Roman" w:hAnsi="Times New Roman"/>
                <w:sz w:val="14"/>
                <w:szCs w:val="18"/>
              </w:rPr>
              <w:t>DVD</w:t>
            </w:r>
            <w:r w:rsidRPr="00D17168">
              <w:rPr>
                <w:rFonts w:ascii="Times New Roman" w:hAnsi="Times New Roman"/>
                <w:sz w:val="16"/>
                <w:szCs w:val="18"/>
              </w:rPr>
              <w:t xml:space="preserve"> and stored @ District 11 </w:t>
            </w:r>
            <w:r w:rsidRPr="00D17168">
              <w:rPr>
                <w:rFonts w:ascii="Times New Roman" w:hAnsi="Times New Roman"/>
                <w:sz w:val="14"/>
                <w:szCs w:val="18"/>
              </w:rPr>
              <w:t>HQ</w:t>
            </w:r>
            <w:r w:rsidRPr="00D17168">
              <w:rPr>
                <w:rFonts w:ascii="Times New Roman" w:hAnsi="Times New Roman"/>
                <w:sz w:val="16"/>
                <w:szCs w:val="18"/>
              </w:rPr>
              <w:t xml:space="preserve"> (Globe)</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Ease of recording, storing, andtransferring. Good quality video.</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Microphone located in camera, does notalways receive audio</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Personally (body worn), single camera</w:t>
            </w:r>
          </w:p>
          <w:p w:rsidR="00E378A0" w:rsidRPr="00D17168" w:rsidRDefault="00E378A0" w:rsidP="00D17168">
            <w:pPr>
              <w:spacing w:after="0" w:line="240" w:lineRule="auto"/>
              <w:rPr>
                <w:rFonts w:ascii="Times New Roman" w:hAnsi="Times New Roman"/>
                <w:sz w:val="4"/>
                <w:szCs w:val="16"/>
              </w:rPr>
            </w:pP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Veho, Muvi Pro</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w:t>
            </w:r>
            <w:r w:rsidRPr="00D17168">
              <w:rPr>
                <w:rFonts w:ascii="Times New Roman" w:hAnsi="Times New Roman"/>
                <w:sz w:val="14"/>
                <w:szCs w:val="16"/>
              </w:rPr>
              <w:t>AVI</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 xml:space="preserve">Recorded onto </w:t>
            </w:r>
            <w:r w:rsidRPr="00D17168">
              <w:rPr>
                <w:rFonts w:ascii="Times New Roman" w:hAnsi="Times New Roman"/>
                <w:sz w:val="14"/>
                <w:szCs w:val="16"/>
              </w:rPr>
              <w:t>SD</w:t>
            </w:r>
            <w:r w:rsidRPr="00D17168">
              <w:rPr>
                <w:rFonts w:ascii="Times New Roman" w:hAnsi="Times New Roman"/>
                <w:sz w:val="16"/>
                <w:szCs w:val="16"/>
              </w:rPr>
              <w:t xml:space="preserve"> card, then transferred to </w:t>
            </w:r>
            <w:r w:rsidRPr="00D17168">
              <w:rPr>
                <w:rFonts w:ascii="Times New Roman" w:hAnsi="Times New Roman"/>
                <w:sz w:val="14"/>
                <w:szCs w:val="16"/>
              </w:rPr>
              <w:t>DVD</w:t>
            </w:r>
            <w:r w:rsidRPr="00D17168">
              <w:rPr>
                <w:rFonts w:ascii="Times New Roman" w:hAnsi="Times New Roman"/>
                <w:sz w:val="16"/>
                <w:szCs w:val="16"/>
              </w:rPr>
              <w:t xml:space="preserve"> and stored at District 11 </w:t>
            </w:r>
            <w:r w:rsidRPr="00D17168">
              <w:rPr>
                <w:rFonts w:ascii="Times New Roman" w:hAnsi="Times New Roman"/>
                <w:sz w:val="14"/>
                <w:szCs w:val="16"/>
              </w:rPr>
              <w:t>HQ</w:t>
            </w:r>
            <w:r w:rsidRPr="00D17168">
              <w:rPr>
                <w:rFonts w:ascii="Times New Roman" w:hAnsi="Times New Roman"/>
                <w:sz w:val="16"/>
                <w:szCs w:val="16"/>
              </w:rPr>
              <w:t xml:space="preserve"> @ Globe</w:t>
            </w:r>
          </w:p>
          <w:p w:rsidR="00E378A0" w:rsidRPr="00D17168" w:rsidRDefault="00E378A0" w:rsidP="00D17168">
            <w:pPr>
              <w:spacing w:after="0" w:line="240" w:lineRule="auto"/>
              <w:rPr>
                <w:rFonts w:ascii="Times New Roman" w:hAnsi="Times New Roman"/>
                <w:sz w:val="4"/>
                <w:szCs w:val="16"/>
              </w:rPr>
            </w:pP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Ease of recording, transferring, and storing.  Very good audio quality.</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Proximity to subjects does not always provide optimum camera view</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 Media</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 xml:space="preserve">L3 </w:t>
            </w:r>
            <w:r w:rsidRPr="00D17168">
              <w:rPr>
                <w:rFonts w:ascii="Times New Roman" w:hAnsi="Times New Roman"/>
                <w:sz w:val="16"/>
                <w:szCs w:val="16"/>
              </w:rPr>
              <w:t>server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 xml:space="preserve">Records public contacts to use in court for evidence as well as use to protect mefrom complaints. The system uses </w:t>
            </w:r>
            <w:r w:rsidRPr="00D17168">
              <w:rPr>
                <w:rFonts w:ascii="Times New Roman" w:hAnsi="Times New Roman"/>
                <w:sz w:val="14"/>
                <w:szCs w:val="18"/>
              </w:rPr>
              <w:t>GPS</w:t>
            </w:r>
            <w:r w:rsidRPr="00D17168">
              <w:rPr>
                <w:rFonts w:ascii="Times New Roman" w:hAnsi="Times New Roman"/>
                <w:sz w:val="16"/>
                <w:szCs w:val="18"/>
              </w:rPr>
              <w:t xml:space="preserve"> for speed andlocation recording.</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 xml:space="preserve">The recent change of </w:t>
            </w:r>
            <w:r w:rsidRPr="00D17168">
              <w:rPr>
                <w:rFonts w:ascii="Times New Roman" w:hAnsi="Times New Roman"/>
                <w:sz w:val="14"/>
                <w:szCs w:val="18"/>
              </w:rPr>
              <w:t>L3</w:t>
            </w:r>
            <w:r w:rsidRPr="00D17168">
              <w:rPr>
                <w:rFonts w:ascii="Times New Roman" w:hAnsi="Times New Roman"/>
                <w:sz w:val="16"/>
                <w:szCs w:val="18"/>
              </w:rPr>
              <w:t xml:space="preserve">'s servers no longer allows other digital media to be loaded into a case file with the </w:t>
            </w:r>
            <w:r w:rsidRPr="00D17168">
              <w:rPr>
                <w:rFonts w:ascii="Times New Roman" w:hAnsi="Times New Roman"/>
                <w:sz w:val="14"/>
                <w:szCs w:val="18"/>
              </w:rPr>
              <w:t>L3</w:t>
            </w:r>
            <w:r w:rsidRPr="00D17168">
              <w:rPr>
                <w:rFonts w:ascii="Times New Roman" w:hAnsi="Times New Roman"/>
                <w:sz w:val="16"/>
                <w:szCs w:val="18"/>
              </w:rPr>
              <w:t xml:space="preserve"> video. This allowed all</w:t>
            </w: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digital medium, videos, pictures and audio files, to be uploaded onto one disc.</w:t>
            </w:r>
          </w:p>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w:t>
            </w:r>
          </w:p>
        </w:tc>
        <w:tc>
          <w:tcPr>
            <w:tcW w:w="1440" w:type="dxa"/>
          </w:tcPr>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Olympus, </w:t>
            </w:r>
            <w:r w:rsidRPr="00D17168">
              <w:rPr>
                <w:rFonts w:ascii="Times New Roman" w:hAnsi="Times New Roman"/>
                <w:sz w:val="14"/>
                <w:szCs w:val="16"/>
              </w:rPr>
              <w:t>WS-700M</w:t>
            </w:r>
          </w:p>
        </w:tc>
        <w:tc>
          <w:tcPr>
            <w:tcW w:w="1800" w:type="dxa"/>
          </w:tcPr>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MP3</w:t>
            </w:r>
          </w:p>
        </w:tc>
        <w:tc>
          <w:tcPr>
            <w:tcW w:w="1800" w:type="dxa"/>
          </w:tcPr>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 xml:space="preserve">I burn the files to a </w:t>
            </w:r>
            <w:r w:rsidRPr="00D17168">
              <w:rPr>
                <w:rFonts w:ascii="Times New Roman" w:hAnsi="Times New Roman"/>
                <w:sz w:val="14"/>
                <w:szCs w:val="16"/>
              </w:rPr>
              <w:t>CD</w:t>
            </w:r>
            <w:r w:rsidRPr="00D17168">
              <w:rPr>
                <w:rFonts w:ascii="Times New Roman" w:hAnsi="Times New Roman"/>
                <w:sz w:val="16"/>
                <w:szCs w:val="16"/>
              </w:rPr>
              <w:t xml:space="preserve"> and then submit them to </w:t>
            </w:r>
            <w:r w:rsidRPr="00D17168">
              <w:rPr>
                <w:rFonts w:ascii="Times New Roman" w:hAnsi="Times New Roman"/>
                <w:sz w:val="14"/>
                <w:szCs w:val="16"/>
              </w:rPr>
              <w:t>AZ DPS P&amp;E</w:t>
            </w:r>
            <w:r w:rsidRPr="00D17168">
              <w:rPr>
                <w:rFonts w:ascii="Times New Roman" w:hAnsi="Times New Roman"/>
                <w:sz w:val="16"/>
                <w:szCs w:val="16"/>
              </w:rPr>
              <w:t xml:space="preserve"> for use in prosecution</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I use my audio equipment to interview suspects and their associates. The County Attorneys prefer to have the interviews recorded, andthe people we interview can't change their stories later.</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 xml:space="preserve">Having to take the recorder back to a computer and download it to a </w:t>
            </w:r>
            <w:r w:rsidRPr="00D17168">
              <w:rPr>
                <w:rFonts w:ascii="Times New Roman" w:hAnsi="Times New Roman"/>
                <w:sz w:val="14"/>
                <w:szCs w:val="18"/>
              </w:rPr>
              <w:t>CD</w:t>
            </w:r>
            <w:r w:rsidRPr="00D17168">
              <w:rPr>
                <w:rFonts w:ascii="Times New Roman" w:hAnsi="Times New Roman"/>
                <w:sz w:val="16"/>
                <w:szCs w:val="18"/>
              </w:rPr>
              <w:t xml:space="preserve">, and then submit that </w:t>
            </w:r>
            <w:r w:rsidRPr="00D17168">
              <w:rPr>
                <w:rFonts w:ascii="Times New Roman" w:hAnsi="Times New Roman"/>
                <w:sz w:val="14"/>
                <w:szCs w:val="18"/>
              </w:rPr>
              <w:t>CD</w:t>
            </w:r>
            <w:r w:rsidRPr="00D17168">
              <w:rPr>
                <w:rFonts w:ascii="Times New Roman" w:hAnsi="Times New Roman"/>
                <w:sz w:val="16"/>
                <w:szCs w:val="18"/>
              </w:rPr>
              <w:t xml:space="preserve"> to </w:t>
            </w:r>
            <w:r w:rsidRPr="00D17168">
              <w:rPr>
                <w:rFonts w:ascii="Times New Roman" w:hAnsi="Times New Roman"/>
                <w:sz w:val="14"/>
                <w:szCs w:val="18"/>
              </w:rPr>
              <w:t>DPS P&amp;E</w:t>
            </w:r>
            <w:r w:rsidRPr="00D17168">
              <w:rPr>
                <w:rFonts w:ascii="Times New Roman" w:hAnsi="Times New Roman"/>
                <w:sz w:val="16"/>
                <w:szCs w:val="18"/>
              </w:rPr>
              <w:t xml:space="preserve"> can be tedious. If therewas a way to just download the interviews to a server from my laptop or desktop, it would save me a lot of time.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Kustom, Eyewitness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Have record of stops for evidence/complaints.</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xml:space="preserve"> tapes hard to organize.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66</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r w:rsidRPr="00D17168">
              <w:rPr>
                <w:rFonts w:ascii="Times New Roman" w:hAnsi="Times New Roman"/>
                <w:sz w:val="16"/>
                <w:szCs w:val="16"/>
              </w:rPr>
              <w:t>, Flashback</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Remote server</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Assists with writing reports.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 xml:space="preserve">The system frequently has issues with every aspect of the total system (units in the vehicle, server, </w:t>
            </w:r>
            <w:r w:rsidRPr="00D17168">
              <w:rPr>
                <w:rFonts w:ascii="Times New Roman" w:hAnsi="Times New Roman"/>
                <w:sz w:val="14"/>
                <w:szCs w:val="18"/>
              </w:rPr>
              <w:t>PT</w:t>
            </w:r>
            <w:r w:rsidRPr="00D17168">
              <w:rPr>
                <w:rFonts w:ascii="Times New Roman" w:hAnsi="Times New Roman"/>
                <w:sz w:val="16"/>
                <w:szCs w:val="18"/>
              </w:rPr>
              <w:t xml:space="preserve"> burner). The amount of time it takesout of an officer’s day dealing with these issues or waiting for a </w:t>
            </w:r>
            <w:r w:rsidRPr="00D17168">
              <w:rPr>
                <w:rFonts w:ascii="Times New Roman" w:hAnsi="Times New Roman"/>
                <w:sz w:val="14"/>
                <w:szCs w:val="18"/>
              </w:rPr>
              <w:t>CD</w:t>
            </w:r>
            <w:r w:rsidRPr="00D17168">
              <w:rPr>
                <w:rFonts w:ascii="Times New Roman" w:hAnsi="Times New Roman"/>
                <w:sz w:val="16"/>
                <w:szCs w:val="18"/>
              </w:rPr>
              <w:t xml:space="preserve"> to burn is significant.</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67</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2"/>
                <w:szCs w:val="16"/>
              </w:rPr>
            </w:pPr>
            <w:r w:rsidRPr="00D17168">
              <w:rPr>
                <w:rFonts w:ascii="Times New Roman" w:hAnsi="Times New Roman"/>
                <w:sz w:val="16"/>
                <w:szCs w:val="16"/>
              </w:rPr>
              <w:t>Kustom, Golden Eagle/</w:t>
            </w:r>
            <w:r w:rsidRPr="00D17168">
              <w:rPr>
                <w:rFonts w:ascii="Times New Roman" w:hAnsi="Times New Roman"/>
                <w:sz w:val="14"/>
                <w:szCs w:val="16"/>
              </w:rPr>
              <w:t>SN:E28970</w:t>
            </w: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VHS</w:t>
            </w:r>
            <w:r w:rsidRPr="00D17168">
              <w:rPr>
                <w:rFonts w:ascii="Times New Roman" w:hAnsi="Times New Roman"/>
                <w:sz w:val="16"/>
                <w:szCs w:val="16"/>
              </w:rPr>
              <w:t xml:space="preserve"> stored at district office</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Immediate access to review what occurred.</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Not accessible when sent to district office.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68</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Server</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4"/>
                <w:szCs w:val="16"/>
              </w:rPr>
            </w:pPr>
            <w:r w:rsidRPr="00D17168">
              <w:rPr>
                <w:rFonts w:ascii="Times New Roman" w:hAnsi="Times New Roman"/>
                <w:sz w:val="16"/>
                <w:szCs w:val="16"/>
              </w:rPr>
              <w:t>The ability to record video and audio evidence.</w:t>
            </w:r>
          </w:p>
          <w:p w:rsidR="00E378A0" w:rsidRPr="00D17168" w:rsidRDefault="00E378A0" w:rsidP="00D17168">
            <w:pPr>
              <w:spacing w:after="0" w:line="240" w:lineRule="auto"/>
              <w:rPr>
                <w:rFonts w:ascii="Times New Roman" w:hAnsi="Times New Roman"/>
                <w:sz w:val="4"/>
                <w:szCs w:val="16"/>
              </w:rPr>
            </w:pP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Not portable.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69</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Digital/memory card</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Uploaded to server</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6"/>
              </w:rPr>
              <w:t>Any audio/video is a benefit.</w:t>
            </w:r>
          </w:p>
        </w:tc>
        <w:tc>
          <w:tcPr>
            <w:tcW w:w="3258" w:type="dxa"/>
          </w:tcPr>
          <w:p w:rsidR="00E378A0" w:rsidRPr="00D17168" w:rsidRDefault="00E378A0" w:rsidP="00D17168">
            <w:pPr>
              <w:autoSpaceDE w:val="0"/>
              <w:autoSpaceDN w:val="0"/>
              <w:adjustRightInd w:val="0"/>
              <w:spacing w:after="0" w:line="240" w:lineRule="auto"/>
              <w:rPr>
                <w:rFonts w:ascii="Times New Roman" w:hAnsi="Times New Roman"/>
                <w:sz w:val="4"/>
                <w:szCs w:val="18"/>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System is not user friendly, frequent difficulty in obtaining copies of videos, frequentfunctional problems with function, i.e. memory cardscorrupt. Distance and down time it takes to upload memory cards.</w:t>
            </w:r>
          </w:p>
          <w:p w:rsidR="00E378A0" w:rsidRPr="00D17168" w:rsidRDefault="00E378A0" w:rsidP="00D17168">
            <w:pPr>
              <w:autoSpaceDE w:val="0"/>
              <w:autoSpaceDN w:val="0"/>
              <w:adjustRightInd w:val="0"/>
              <w:spacing w:after="0" w:line="240" w:lineRule="auto"/>
              <w:rPr>
                <w:rFonts w:ascii="Times New Roman" w:hAnsi="Times New Roman"/>
                <w:sz w:val="4"/>
                <w:szCs w:val="18"/>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70</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It is installed, but not operational.  I have not yet used this equipment.</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Data card</w:t>
            </w: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To record encounters.</w:t>
            </w: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Unknown at this time.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71</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Personally (body worn)</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p w:rsidR="00E378A0" w:rsidRPr="00D17168" w:rsidRDefault="00E378A0" w:rsidP="00D17168">
            <w:pPr>
              <w:spacing w:after="0" w:line="240" w:lineRule="auto"/>
              <w:rPr>
                <w:rFonts w:ascii="Times New Roman" w:hAnsi="Times New Roman"/>
                <w:sz w:val="4"/>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tc>
        <w:tc>
          <w:tcPr>
            <w:tcW w:w="297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72</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xml:space="preserve"> (body worn),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Taser, Axon Flex Digital Recorder</w:t>
            </w:r>
          </w:p>
        </w:tc>
        <w:tc>
          <w:tcPr>
            <w:tcW w:w="1800" w:type="dxa"/>
          </w:tcPr>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Medium quality</w:t>
            </w:r>
          </w:p>
        </w:tc>
        <w:tc>
          <w:tcPr>
            <w:tcW w:w="180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External hard drive</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The equipment is light and easily used. There are several mountingconfigurations. I wear mine on my glasses, which enables the camera to see wherever I am looking. Using the camera is simple; you push a large button on your belt twice to record and hold it for threeseconds to make it stop recording, both actions are confirmed by a small, volume adjustable, tone. The video quality is good, and the audio is as good, or better, than anything else I have used.</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The disadvantage is a small w ire that runs from the battery pack/control box to thecamera under the uniform. This wire could be subjectto breaking, but I have not had any bad experiences with mine.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73</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w:t>
            </w:r>
          </w:p>
          <w:p w:rsidR="00E378A0" w:rsidRPr="00D17168" w:rsidRDefault="00E378A0" w:rsidP="00D17168">
            <w:pPr>
              <w:spacing w:after="0" w:line="240" w:lineRule="auto"/>
              <w:rPr>
                <w:rFonts w:ascii="Times New Roman" w:hAnsi="Times New Roman"/>
                <w:sz w:val="16"/>
                <w:szCs w:val="16"/>
              </w:rPr>
            </w:pP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Compact disk card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6"/>
              </w:rPr>
            </w:pPr>
            <w:r w:rsidRPr="00D17168">
              <w:rPr>
                <w:rFonts w:ascii="Times New Roman" w:hAnsi="Times New Roman"/>
                <w:sz w:val="16"/>
                <w:szCs w:val="16"/>
              </w:rPr>
              <w:t>Protection from false accusations/documentation of incident events.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Equipment is unreliable, storage format is outdated.</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74</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DPS</w:t>
            </w:r>
            <w:r w:rsidRPr="00D17168">
              <w:rPr>
                <w:rFonts w:ascii="Times New Roman" w:hAnsi="Times New Roman"/>
                <w:sz w:val="16"/>
                <w:szCs w:val="16"/>
              </w:rPr>
              <w:t>, two-camera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L3, DVR1</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Digital</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Electronically downloaded</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Helps me w/arrests and if there is an unfounded complaint.</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None</w:t>
            </w:r>
          </w:p>
        </w:tc>
      </w:tr>
      <w:tr w:rsidR="00E378A0" w:rsidRPr="00D17168" w:rsidTr="00D17168">
        <w:tc>
          <w:tcPr>
            <w:tcW w:w="468" w:type="dxa"/>
          </w:tcPr>
          <w:p w:rsidR="00E378A0" w:rsidRPr="00D17168" w:rsidRDefault="00E378A0" w:rsidP="00D17168">
            <w:pPr>
              <w:spacing w:after="0" w:line="240" w:lineRule="auto"/>
              <w:rPr>
                <w:rFonts w:ascii="Times New Roman" w:hAnsi="Times New Roman"/>
                <w:sz w:val="18"/>
                <w:szCs w:val="18"/>
              </w:rPr>
            </w:pPr>
            <w:r w:rsidRPr="00D17168">
              <w:rPr>
                <w:rFonts w:ascii="Times New Roman" w:hAnsi="Times New Roman"/>
                <w:sz w:val="18"/>
                <w:szCs w:val="18"/>
              </w:rPr>
              <w:t>75</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 xml:space="preserve">DPS </w:t>
            </w:r>
            <w:r w:rsidRPr="00D17168">
              <w:rPr>
                <w:rFonts w:ascii="Times New Roman" w:hAnsi="Times New Roman"/>
                <w:sz w:val="16"/>
                <w:szCs w:val="16"/>
              </w:rPr>
              <w:t>(body worn), single camera</w:t>
            </w:r>
          </w:p>
        </w:tc>
        <w:tc>
          <w:tcPr>
            <w:tcW w:w="144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6"/>
                <w:szCs w:val="16"/>
              </w:rPr>
              <w:t>Taser, Axon Flex</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spacing w:after="0" w:line="240" w:lineRule="auto"/>
              <w:rPr>
                <w:rFonts w:ascii="Times New Roman" w:hAnsi="Times New Roman"/>
                <w:sz w:val="16"/>
                <w:szCs w:val="16"/>
              </w:rPr>
            </w:pPr>
            <w:r w:rsidRPr="00D17168">
              <w:rPr>
                <w:rFonts w:ascii="Times New Roman" w:hAnsi="Times New Roman"/>
                <w:sz w:val="14"/>
                <w:szCs w:val="16"/>
              </w:rPr>
              <w:t>MP4</w:t>
            </w:r>
            <w:r w:rsidRPr="00D17168">
              <w:rPr>
                <w:rFonts w:ascii="Times New Roman" w:hAnsi="Times New Roman"/>
                <w:sz w:val="16"/>
                <w:szCs w:val="16"/>
              </w:rPr>
              <w:t xml:space="preserve"> Video file</w:t>
            </w:r>
          </w:p>
        </w:tc>
        <w:tc>
          <w:tcPr>
            <w:tcW w:w="1800"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 xml:space="preserve">Files are stored on an external hard drive connected to office </w:t>
            </w:r>
            <w:r w:rsidRPr="00D17168">
              <w:rPr>
                <w:rFonts w:ascii="Times New Roman" w:hAnsi="Times New Roman"/>
                <w:sz w:val="14"/>
                <w:szCs w:val="18"/>
              </w:rPr>
              <w:t>PC</w:t>
            </w:r>
            <w:r w:rsidRPr="00D17168">
              <w:rPr>
                <w:rFonts w:ascii="Times New Roman" w:hAnsi="Times New Roman"/>
                <w:sz w:val="16"/>
                <w:szCs w:val="18"/>
              </w:rPr>
              <w:t>. Initially was storing them on the cloud at evidence.com, but uploadtimes were too long with regularinternet connection and storage costs were too high.</w:t>
            </w:r>
          </w:p>
        </w:tc>
        <w:tc>
          <w:tcPr>
            <w:tcW w:w="2970" w:type="dxa"/>
          </w:tcPr>
          <w:p w:rsidR="00E378A0" w:rsidRPr="00D17168" w:rsidRDefault="00E378A0" w:rsidP="00D17168">
            <w:pPr>
              <w:autoSpaceDE w:val="0"/>
              <w:autoSpaceDN w:val="0"/>
              <w:adjustRightInd w:val="0"/>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4"/>
                <w:szCs w:val="18"/>
              </w:rPr>
            </w:pPr>
            <w:r w:rsidRPr="00D17168">
              <w:rPr>
                <w:rFonts w:ascii="Times New Roman" w:hAnsi="Times New Roman"/>
                <w:sz w:val="16"/>
                <w:szCs w:val="18"/>
              </w:rPr>
              <w:t>Benefits include being able to record what the officer is seeing since the camera is mounted on glasses on strong side of body. Wherever you look is being captured. Camera also has a 30 second buffer so once you place camera in record mode the previous 30seconds of video is recorded as well. Audio and video quality is very clear. Video also assists with court cases, reducing actual timespent testifying. Also assists with citizen complaints.</w:t>
            </w:r>
          </w:p>
          <w:p w:rsidR="00E378A0" w:rsidRPr="00D17168" w:rsidRDefault="00E378A0" w:rsidP="00D17168">
            <w:pPr>
              <w:autoSpaceDE w:val="0"/>
              <w:autoSpaceDN w:val="0"/>
              <w:adjustRightInd w:val="0"/>
              <w:spacing w:after="0" w:line="240" w:lineRule="auto"/>
              <w:rPr>
                <w:rFonts w:ascii="Times New Roman" w:hAnsi="Times New Roman"/>
                <w:sz w:val="4"/>
                <w:szCs w:val="16"/>
              </w:rPr>
            </w:pPr>
          </w:p>
        </w:tc>
        <w:tc>
          <w:tcPr>
            <w:tcW w:w="3258" w:type="dxa"/>
          </w:tcPr>
          <w:p w:rsidR="00E378A0" w:rsidRPr="00D17168" w:rsidRDefault="00E378A0" w:rsidP="00D17168">
            <w:pPr>
              <w:spacing w:after="0" w:line="240" w:lineRule="auto"/>
              <w:rPr>
                <w:rFonts w:ascii="Times New Roman" w:hAnsi="Times New Roman"/>
                <w:sz w:val="4"/>
                <w:szCs w:val="16"/>
              </w:rPr>
            </w:pPr>
          </w:p>
          <w:p w:rsidR="00E378A0" w:rsidRPr="00D17168" w:rsidRDefault="00E378A0" w:rsidP="00D17168">
            <w:pPr>
              <w:autoSpaceDE w:val="0"/>
              <w:autoSpaceDN w:val="0"/>
              <w:adjustRightInd w:val="0"/>
              <w:spacing w:after="0" w:line="240" w:lineRule="auto"/>
              <w:rPr>
                <w:rFonts w:ascii="Times New Roman" w:hAnsi="Times New Roman"/>
                <w:sz w:val="16"/>
                <w:szCs w:val="18"/>
              </w:rPr>
            </w:pPr>
            <w:r w:rsidRPr="00D17168">
              <w:rPr>
                <w:rFonts w:ascii="Times New Roman" w:hAnsi="Times New Roman"/>
                <w:sz w:val="16"/>
                <w:szCs w:val="18"/>
              </w:rPr>
              <w:t>Having to wear a wire running from battery pack (usually attached to gun belt) up through the uniform to the camera. Also upload time</w:t>
            </w:r>
          </w:p>
          <w:p w:rsidR="00E378A0" w:rsidRPr="00D17168" w:rsidRDefault="00E378A0" w:rsidP="00D17168">
            <w:pPr>
              <w:autoSpaceDE w:val="0"/>
              <w:autoSpaceDN w:val="0"/>
              <w:adjustRightInd w:val="0"/>
              <w:spacing w:after="0" w:line="240" w:lineRule="auto"/>
              <w:rPr>
                <w:rFonts w:ascii="Times New Roman" w:hAnsi="Times New Roman"/>
                <w:sz w:val="16"/>
                <w:szCs w:val="16"/>
              </w:rPr>
            </w:pPr>
            <w:r w:rsidRPr="00D17168">
              <w:rPr>
                <w:rFonts w:ascii="Times New Roman" w:hAnsi="Times New Roman"/>
                <w:sz w:val="16"/>
                <w:szCs w:val="18"/>
              </w:rPr>
              <w:t>was very slow using internet connection to evidence.com. That is why the District purchased external hard drives for storage of files.Increased upload speed drastically.</w:t>
            </w:r>
          </w:p>
        </w:tc>
      </w:tr>
    </w:tbl>
    <w:p w:rsidR="00E378A0" w:rsidRPr="00E7442B" w:rsidRDefault="00E378A0" w:rsidP="00E7442B">
      <w:pPr>
        <w:jc w:val="center"/>
        <w:rPr>
          <w:rFonts w:ascii="Times New Roman" w:hAnsi="Times New Roman"/>
          <w:sz w:val="24"/>
          <w:szCs w:val="24"/>
        </w:rPr>
      </w:pPr>
    </w:p>
    <w:sectPr w:rsidR="00E378A0" w:rsidRPr="00E7442B" w:rsidSect="006E2F06">
      <w:pgSz w:w="15840" w:h="12240" w:orient="landscape"/>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7442B"/>
    <w:rsid w:val="00006A2D"/>
    <w:rsid w:val="00031E00"/>
    <w:rsid w:val="00095CC1"/>
    <w:rsid w:val="000C709E"/>
    <w:rsid w:val="000E681D"/>
    <w:rsid w:val="001630ED"/>
    <w:rsid w:val="001707AC"/>
    <w:rsid w:val="00172953"/>
    <w:rsid w:val="001A792D"/>
    <w:rsid w:val="001B13A4"/>
    <w:rsid w:val="001E4427"/>
    <w:rsid w:val="002113B5"/>
    <w:rsid w:val="0021602C"/>
    <w:rsid w:val="00271F2D"/>
    <w:rsid w:val="002B427F"/>
    <w:rsid w:val="002E2147"/>
    <w:rsid w:val="0030354D"/>
    <w:rsid w:val="0031248E"/>
    <w:rsid w:val="00331784"/>
    <w:rsid w:val="003421DB"/>
    <w:rsid w:val="00376E2D"/>
    <w:rsid w:val="00536741"/>
    <w:rsid w:val="0054579F"/>
    <w:rsid w:val="005A147F"/>
    <w:rsid w:val="005A2D74"/>
    <w:rsid w:val="005F2D35"/>
    <w:rsid w:val="00637874"/>
    <w:rsid w:val="006E2F06"/>
    <w:rsid w:val="00753618"/>
    <w:rsid w:val="009C4DDB"/>
    <w:rsid w:val="00A05FF2"/>
    <w:rsid w:val="00A339BB"/>
    <w:rsid w:val="00AA34F8"/>
    <w:rsid w:val="00AB5700"/>
    <w:rsid w:val="00AF034F"/>
    <w:rsid w:val="00B5201B"/>
    <w:rsid w:val="00B710DA"/>
    <w:rsid w:val="00C63F05"/>
    <w:rsid w:val="00C6597E"/>
    <w:rsid w:val="00D17168"/>
    <w:rsid w:val="00D976D7"/>
    <w:rsid w:val="00DA0E5C"/>
    <w:rsid w:val="00DB7BEC"/>
    <w:rsid w:val="00E17B40"/>
    <w:rsid w:val="00E378A0"/>
    <w:rsid w:val="00E460B9"/>
    <w:rsid w:val="00E7442B"/>
    <w:rsid w:val="00E77086"/>
    <w:rsid w:val="00F33483"/>
    <w:rsid w:val="00FA1B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10DA"/>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E7442B"/>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11</TotalTime>
  <Pages>8</Pages>
  <Words>3781</Words>
  <Characters>21553</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MOBILE VIDEO SURVEY</dc:title>
  <dc:subject/>
  <dc:creator>MICHAEL HAKEY</dc:creator>
  <cp:keywords/>
  <dc:description/>
  <cp:lastModifiedBy>Dean Obermark</cp:lastModifiedBy>
  <cp:revision>2</cp:revision>
  <dcterms:created xsi:type="dcterms:W3CDTF">2014-07-01T16:43:00Z</dcterms:created>
  <dcterms:modified xsi:type="dcterms:W3CDTF">2014-07-01T16:43:00Z</dcterms:modified>
</cp:coreProperties>
</file>